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3CDA" w:rsidRDefault="006B2DD7">
      <w:pPr>
        <w:pStyle w:val="Heading1"/>
      </w:pPr>
      <w:r>
        <w:rPr>
          <w:noProof/>
          <w:lang w:eastAsia="en-AU"/>
        </w:rPr>
        <mc:AlternateContent>
          <mc:Choice Requires="wpg">
            <w:drawing>
              <wp:anchor distT="0" distB="0" distL="114300" distR="114300" simplePos="0" relativeHeight="251656704" behindDoc="0" locked="1" layoutInCell="1" allowOverlap="1">
                <wp:simplePos x="0" y="0"/>
                <wp:positionH relativeFrom="column">
                  <wp:posOffset>-21590</wp:posOffset>
                </wp:positionH>
                <wp:positionV relativeFrom="page">
                  <wp:posOffset>8281035</wp:posOffset>
                </wp:positionV>
                <wp:extent cx="6172200" cy="1506220"/>
                <wp:effectExtent l="0" t="0" r="0" b="0"/>
                <wp:wrapTight wrapText="bothSides">
                  <wp:wrapPolygon edited="0">
                    <wp:start x="-33" y="0"/>
                    <wp:lineTo x="33" y="21463"/>
                    <wp:lineTo x="21533" y="21463"/>
                    <wp:lineTo x="21633" y="0"/>
                    <wp:lineTo x="-33" y="0"/>
                  </wp:wrapPolygon>
                </wp:wrapTight>
                <wp:docPr id="18"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2200" cy="1506220"/>
                          <a:chOff x="1121" y="12784"/>
                          <a:chExt cx="9720" cy="2372"/>
                        </a:xfrm>
                      </wpg:grpSpPr>
                      <wps:wsp>
                        <wps:cNvPr id="19" name="Text Box 102"/>
                        <wps:cNvSpPr txBox="1">
                          <a:spLocks noChangeArrowheads="1"/>
                        </wps:cNvSpPr>
                        <wps:spPr bwMode="auto">
                          <a:xfrm>
                            <a:off x="1161" y="12896"/>
                            <a:ext cx="4860" cy="2260"/>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47D2" w:rsidRDefault="004D47D2" w:rsidP="0040786A">
                              <w:pPr>
                                <w:pStyle w:val="TextReference"/>
                              </w:pPr>
                              <w:r>
                                <w:t>For Your Reference…</w:t>
                              </w:r>
                            </w:p>
                            <w:p w:rsidR="004D47D2" w:rsidRPr="007653B8" w:rsidRDefault="00EB193A">
                              <w:pPr>
                                <w:spacing w:before="0" w:after="0"/>
                              </w:pPr>
                              <w:r>
                                <w:rPr>
                                  <w:color w:val="000000"/>
                                </w:rPr>
                                <w:t xml:space="preserve">To </w:t>
                              </w:r>
                              <w:r w:rsidR="007653B8" w:rsidRPr="0057305D">
                                <w:rPr>
                                  <w:b/>
                                  <w:i/>
                                  <w:color w:val="000000"/>
                                </w:rPr>
                                <w:t>activate</w:t>
                              </w:r>
                              <w:r w:rsidR="007653B8">
                                <w:rPr>
                                  <w:color w:val="000000"/>
                                </w:rPr>
                                <w:t xml:space="preserve"> the </w:t>
                              </w:r>
                              <w:r w:rsidR="007653B8">
                                <w:rPr>
                                  <w:b/>
                                  <w:bCs/>
                                  <w:i/>
                                  <w:iCs/>
                                  <w:color w:val="000000"/>
                                </w:rPr>
                                <w:t>Fill Flash Filter</w:t>
                              </w:r>
                              <w:r w:rsidR="007653B8">
                                <w:t>:</w:t>
                              </w:r>
                            </w:p>
                            <w:p w:rsidR="004D47D2" w:rsidRDefault="007653B8">
                              <w:pPr>
                                <w:pStyle w:val="RefBullet"/>
                                <w:numPr>
                                  <w:ilvl w:val="0"/>
                                  <w:numId w:val="7"/>
                                </w:numPr>
                              </w:pPr>
                              <w:r>
                                <w:t xml:space="preserve">Select </w:t>
                              </w:r>
                              <w:r w:rsidRPr="002D3983">
                                <w:rPr>
                                  <w:b/>
                                  <w:bCs/>
                                  <w:u w:val="single"/>
                                </w:rPr>
                                <w:t>A</w:t>
                              </w:r>
                              <w:r>
                                <w:rPr>
                                  <w:b/>
                                  <w:bCs/>
                                </w:rPr>
                                <w:t>djust</w:t>
                              </w:r>
                              <w:r>
                                <w:t xml:space="preserve"> &gt; </w:t>
                              </w:r>
                              <w:r w:rsidRPr="002D3983">
                                <w:rPr>
                                  <w:b/>
                                  <w:bCs/>
                                  <w:u w:val="single"/>
                                </w:rPr>
                                <w:t>P</w:t>
                              </w:r>
                              <w:r>
                                <w:rPr>
                                  <w:b/>
                                  <w:bCs/>
                                </w:rPr>
                                <w:t>hoto Fix</w:t>
                              </w:r>
                              <w:r>
                                <w:t xml:space="preserve"> &gt; </w:t>
                              </w:r>
                              <w:r>
                                <w:rPr>
                                  <w:b/>
                                  <w:bCs/>
                                </w:rPr>
                                <w:t>Fi</w:t>
                              </w:r>
                              <w:r w:rsidRPr="00C726EA">
                                <w:rPr>
                                  <w:b/>
                                  <w:bCs/>
                                  <w:u w:val="single"/>
                                </w:rPr>
                                <w:t>l</w:t>
                              </w:r>
                              <w:r>
                                <w:rPr>
                                  <w:b/>
                                  <w:bCs/>
                                </w:rPr>
                                <w:t>l Flash</w:t>
                              </w:r>
                            </w:p>
                            <w:p w:rsidR="00851EBB" w:rsidRDefault="007653B8">
                              <w:pPr>
                                <w:pStyle w:val="RefBullet"/>
                                <w:numPr>
                                  <w:ilvl w:val="0"/>
                                  <w:numId w:val="7"/>
                                </w:numPr>
                              </w:pPr>
                              <w:r>
                                <w:t xml:space="preserve">Adjust the </w:t>
                              </w:r>
                              <w:r>
                                <w:rPr>
                                  <w:b/>
                                  <w:bCs/>
                                  <w:i/>
                                  <w:iCs/>
                                </w:rPr>
                                <w:t>Strength</w:t>
                              </w:r>
                            </w:p>
                            <w:p w:rsidR="004D47D2" w:rsidRDefault="00851EBB">
                              <w:pPr>
                                <w:pStyle w:val="RefBullet"/>
                                <w:numPr>
                                  <w:ilvl w:val="0"/>
                                  <w:numId w:val="7"/>
                                </w:numPr>
                              </w:pPr>
                              <w:r>
                                <w:t>C</w:t>
                              </w:r>
                              <w:r w:rsidR="007653B8">
                                <w:t xml:space="preserve">lick on </w:t>
                              </w:r>
                              <w:r w:rsidR="007653B8">
                                <w:rPr>
                                  <w:b/>
                                  <w:bCs/>
                                </w:rPr>
                                <w:t>[OK]</w:t>
                              </w:r>
                            </w:p>
                          </w:txbxContent>
                        </wps:txbx>
                        <wps:bodyPr rot="0" vert="horz" wrap="square" lIns="91440" tIns="45720" rIns="91440" bIns="45720" anchor="t" anchorCtr="0" upright="1">
                          <a:noAutofit/>
                        </wps:bodyPr>
                      </wps:wsp>
                      <wps:wsp>
                        <wps:cNvPr id="20" name="Text Box 103"/>
                        <wps:cNvSpPr txBox="1">
                          <a:spLocks noChangeArrowheads="1"/>
                        </wps:cNvSpPr>
                        <wps:spPr bwMode="auto">
                          <a:xfrm>
                            <a:off x="6201" y="12896"/>
                            <a:ext cx="4590" cy="2260"/>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47D2" w:rsidRDefault="004D47D2" w:rsidP="0040786A">
                              <w:pPr>
                                <w:pStyle w:val="TextTip"/>
                              </w:pPr>
                              <w:r>
                                <w:t>Handy to Know…</w:t>
                              </w:r>
                            </w:p>
                            <w:p w:rsidR="004D47D2" w:rsidRDefault="009B516D" w:rsidP="0090158E">
                              <w:pPr>
                                <w:pStyle w:val="RefBullet"/>
                                <w:tabs>
                                  <w:tab w:val="clear" w:pos="720"/>
                                </w:tabs>
                                <w:spacing w:before="0"/>
                                <w:ind w:left="357" w:hanging="357"/>
                              </w:pPr>
                              <w:r>
                                <w:t xml:space="preserve">Another common problem occurs when you photograph a person in a bright window. To overcome this, use the </w:t>
                              </w:r>
                              <w:r>
                                <w:rPr>
                                  <w:b/>
                                  <w:i/>
                                </w:rPr>
                                <w:t>Fill Flash Filter</w:t>
                              </w:r>
                              <w:r>
                                <w:t xml:space="preserve"> to brighten their face (and the background) and then use the </w:t>
                              </w:r>
                              <w:r>
                                <w:rPr>
                                  <w:b/>
                                  <w:i/>
                                </w:rPr>
                                <w:t>Backlighting Filter</w:t>
                              </w:r>
                              <w:r>
                                <w:t xml:space="preserve"> (</w:t>
                              </w:r>
                              <w:r w:rsidRPr="002D3983">
                                <w:rPr>
                                  <w:b/>
                                  <w:bCs/>
                                  <w:u w:val="single"/>
                                </w:rPr>
                                <w:t>A</w:t>
                              </w:r>
                              <w:r>
                                <w:rPr>
                                  <w:b/>
                                  <w:bCs/>
                                </w:rPr>
                                <w:t>djust</w:t>
                              </w:r>
                              <w:r>
                                <w:t xml:space="preserve"> &gt; </w:t>
                              </w:r>
                              <w:r w:rsidRPr="002D3983">
                                <w:rPr>
                                  <w:b/>
                                  <w:bCs/>
                                  <w:u w:val="single"/>
                                </w:rPr>
                                <w:t>P</w:t>
                              </w:r>
                              <w:r>
                                <w:rPr>
                                  <w:b/>
                                  <w:bCs/>
                                </w:rPr>
                                <w:t>hoto Fix</w:t>
                              </w:r>
                              <w:r>
                                <w:t xml:space="preserve"> &gt; </w:t>
                              </w:r>
                              <w:r>
                                <w:rPr>
                                  <w:b/>
                                </w:rPr>
                                <w:t>Bac</w:t>
                              </w:r>
                              <w:r w:rsidRPr="009B516D">
                                <w:rPr>
                                  <w:b/>
                                  <w:u w:val="single"/>
                                </w:rPr>
                                <w:t>k</w:t>
                              </w:r>
                              <w:r>
                                <w:rPr>
                                  <w:b/>
                                </w:rPr>
                                <w:t>lighting</w:t>
                              </w:r>
                              <w:r>
                                <w:t xml:space="preserve">) to reduce the brightness of the </w:t>
                              </w:r>
                              <w:r w:rsidR="00851EBB">
                                <w:t>window</w:t>
                              </w:r>
                              <w:r>
                                <w:t>.</w:t>
                              </w:r>
                            </w:p>
                          </w:txbxContent>
                        </wps:txbx>
                        <wps:bodyPr rot="0" vert="horz" wrap="square" lIns="91440" tIns="45720" rIns="91440" bIns="45720" anchor="t" anchorCtr="0" upright="1">
                          <a:noAutofit/>
                        </wps:bodyPr>
                      </wps:wsp>
                      <wps:wsp>
                        <wps:cNvPr id="21" name="Line 104"/>
                        <wps:cNvCnPr/>
                        <wps:spPr bwMode="auto">
                          <a:xfrm>
                            <a:off x="1121" y="12784"/>
                            <a:ext cx="9720" cy="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1" o:spid="_x0000_s1026" style="position:absolute;margin-left:-1.7pt;margin-top:652.05pt;width:486pt;height:118.6pt;z-index:251656704;mso-position-vertical-relative:page" coordorigin="1121,12784" coordsize="9720,2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">
                <v:shapetype id="_x0000_t202" coordsize="21600,21600" o:spt="202" path="m,l,21600r21600,l21600,xe">
                  <v:stroke joinstyle="miter"/>
                  <v:path gradientshapeok="t" o:connecttype="rect"/>
                </v:shapetype>
                <v:shape id="Text Box 102" o:spid="_x0000_s1027" type="#_x0000_t202" style="position:absolute;left:1161;top:12896;width:4860;height:2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0uzQcQA&#10;AADbAAAADwAAAGRycy9kb3ducmV2LnhtbERPS2vCQBC+F/wPyxR6KbppKD6iqxRraS9KjHofs9Mk&#10;mJ0N2VXT/vpuQfA2H99zZovO1OJCrassK3gZRCCIc6srLhTsdx/9MQjnkTXWlknBDzlYzHsPM0y0&#10;vfKWLpkvRAhhl6CC0vsmkdLlJRl0A9sQB+7btgZ9gG0hdYvXEG5qGUfRUBqsODSU2NCypPyUnY2C&#10;Jkt3q8+DORzf0/Xz5ncZj9LXWKmnx+5tCsJT5+/im/tLh/kT+P8lHCD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NLs0HEAAAA2wAAAA8AAAAAAAAAAAAAAAAAmAIAAGRycy9k&#10;b3ducmV2LnhtbFBLBQYAAAAABAAEAPUAAACJAwAAAAA=&#10;" fillcolor="#cff" stroked="f">
                  <v:textbox>
                    <w:txbxContent>
                      <w:p w:rsidR="004D47D2" w:rsidRDefault="004D47D2" w:rsidP="0040786A">
                        <w:pPr>
                          <w:pStyle w:val="TextReference"/>
                        </w:pPr>
                        <w:r>
                          <w:t>For Your Reference…</w:t>
                        </w:r>
                      </w:p>
                      <w:p w:rsidR="004D47D2" w:rsidRPr="007653B8" w:rsidRDefault="00EB193A">
                        <w:pPr>
                          <w:spacing w:before="0" w:after="0"/>
                        </w:pPr>
                        <w:r>
                          <w:rPr>
                            <w:color w:val="000000"/>
                          </w:rPr>
                          <w:t xml:space="preserve">To </w:t>
                        </w:r>
                        <w:r w:rsidR="007653B8" w:rsidRPr="0057305D">
                          <w:rPr>
                            <w:b/>
                            <w:i/>
                            <w:color w:val="000000"/>
                          </w:rPr>
                          <w:t>activate</w:t>
                        </w:r>
                        <w:r w:rsidR="007653B8">
                          <w:rPr>
                            <w:color w:val="000000"/>
                          </w:rPr>
                          <w:t xml:space="preserve"> the </w:t>
                        </w:r>
                        <w:r w:rsidR="007653B8">
                          <w:rPr>
                            <w:b/>
                            <w:bCs/>
                            <w:i/>
                            <w:iCs/>
                            <w:color w:val="000000"/>
                          </w:rPr>
                          <w:t>Fill Flash Filter</w:t>
                        </w:r>
                        <w:r w:rsidR="007653B8">
                          <w:t>:</w:t>
                        </w:r>
                      </w:p>
                      <w:p w:rsidR="004D47D2" w:rsidRDefault="007653B8">
                        <w:pPr>
                          <w:pStyle w:val="RefBullet"/>
                          <w:numPr>
                            <w:ilvl w:val="0"/>
                            <w:numId w:val="7"/>
                          </w:numPr>
                        </w:pPr>
                        <w:r>
                          <w:t xml:space="preserve">Select </w:t>
                        </w:r>
                        <w:r w:rsidRPr="002D3983">
                          <w:rPr>
                            <w:b/>
                            <w:bCs/>
                            <w:u w:val="single"/>
                          </w:rPr>
                          <w:t>A</w:t>
                        </w:r>
                        <w:r>
                          <w:rPr>
                            <w:b/>
                            <w:bCs/>
                          </w:rPr>
                          <w:t>djust</w:t>
                        </w:r>
                        <w:r>
                          <w:t xml:space="preserve"> &gt; </w:t>
                        </w:r>
                        <w:r w:rsidRPr="002D3983">
                          <w:rPr>
                            <w:b/>
                            <w:bCs/>
                            <w:u w:val="single"/>
                          </w:rPr>
                          <w:t>P</w:t>
                        </w:r>
                        <w:r>
                          <w:rPr>
                            <w:b/>
                            <w:bCs/>
                          </w:rPr>
                          <w:t>hoto Fix</w:t>
                        </w:r>
                        <w:r>
                          <w:t xml:space="preserve"> &gt; </w:t>
                        </w:r>
                        <w:r>
                          <w:rPr>
                            <w:b/>
                            <w:bCs/>
                          </w:rPr>
                          <w:t>Fi</w:t>
                        </w:r>
                        <w:r w:rsidRPr="00C726EA">
                          <w:rPr>
                            <w:b/>
                            <w:bCs/>
                            <w:u w:val="single"/>
                          </w:rPr>
                          <w:t>l</w:t>
                        </w:r>
                        <w:r>
                          <w:rPr>
                            <w:b/>
                            <w:bCs/>
                          </w:rPr>
                          <w:t>l Flash</w:t>
                        </w:r>
                      </w:p>
                      <w:p w:rsidR="00851EBB" w:rsidRDefault="007653B8">
                        <w:pPr>
                          <w:pStyle w:val="RefBullet"/>
                          <w:numPr>
                            <w:ilvl w:val="0"/>
                            <w:numId w:val="7"/>
                          </w:numPr>
                        </w:pPr>
                        <w:r>
                          <w:t xml:space="preserve">Adjust the </w:t>
                        </w:r>
                        <w:r>
                          <w:rPr>
                            <w:b/>
                            <w:bCs/>
                            <w:i/>
                            <w:iCs/>
                          </w:rPr>
                          <w:t>Strength</w:t>
                        </w:r>
                      </w:p>
                      <w:p w:rsidR="004D47D2" w:rsidRDefault="00851EBB">
                        <w:pPr>
                          <w:pStyle w:val="RefBullet"/>
                          <w:numPr>
                            <w:ilvl w:val="0"/>
                            <w:numId w:val="7"/>
                          </w:numPr>
                        </w:pPr>
                        <w:r>
                          <w:t>C</w:t>
                        </w:r>
                        <w:r w:rsidR="007653B8">
                          <w:t xml:space="preserve">lick on </w:t>
                        </w:r>
                        <w:r w:rsidR="007653B8">
                          <w:rPr>
                            <w:b/>
                            <w:bCs/>
                          </w:rPr>
                          <w:t>[OK]</w:t>
                        </w:r>
                      </w:p>
                    </w:txbxContent>
                  </v:textbox>
                </v:shape>
                <v:shape id="Text Box 103" o:spid="_x0000_s1028" type="#_x0000_t202" style="position:absolute;left:6201;top:12896;width:4590;height:2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3QYcMA&#10;AADbAAAADwAAAGRycy9kb3ducmV2LnhtbERPTWvCQBC9C/0PyxR6Ed0Yii2pq0hU7EVJo96n2WkS&#10;mp0N2W1M++vdg9Dj430vVoNpRE+dqy0rmE0jEMSF1TWXCs6n3eQVhPPIGhvLpOCXHKyWD6MFJtpe&#10;+YP63JcihLBLUEHlfZtI6YqKDLqpbYkD92U7gz7ArpS6w2sIN42Mo2guDdYcGipsKa2o+M5/jII2&#10;z07b/cVcPjfZYXz8S+OX7DlW6ulxWL+B8DT4f/Hd/a4VxGF9+BJ+gF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B3QYcMAAADbAAAADwAAAAAAAAAAAAAAAACYAgAAZHJzL2Rv&#10;d25yZXYueG1sUEsFBgAAAAAEAAQA9QAAAIgDAAAAAA==&#10;" fillcolor="#cff" stroked="f">
                  <v:textbox>
                    <w:txbxContent>
                      <w:p w:rsidR="004D47D2" w:rsidRDefault="004D47D2" w:rsidP="0040786A">
                        <w:pPr>
                          <w:pStyle w:val="TextTip"/>
                        </w:pPr>
                        <w:r>
                          <w:t>Handy to Know…</w:t>
                        </w:r>
                      </w:p>
                      <w:p w:rsidR="004D47D2" w:rsidRDefault="009B516D" w:rsidP="0090158E">
                        <w:pPr>
                          <w:pStyle w:val="RefBullet"/>
                          <w:tabs>
                            <w:tab w:val="clear" w:pos="720"/>
                          </w:tabs>
                          <w:spacing w:before="0"/>
                          <w:ind w:left="357" w:hanging="357"/>
                        </w:pPr>
                        <w:r>
                          <w:t xml:space="preserve">Another common problem occurs when you photograph a person in a bright window. To overcome this, use the </w:t>
                        </w:r>
                        <w:r>
                          <w:rPr>
                            <w:b/>
                            <w:i/>
                          </w:rPr>
                          <w:t>Fill Flash Filter</w:t>
                        </w:r>
                        <w:r>
                          <w:t xml:space="preserve"> to brighten their face (and the background) and then use the </w:t>
                        </w:r>
                        <w:r>
                          <w:rPr>
                            <w:b/>
                            <w:i/>
                          </w:rPr>
                          <w:t>Backlighting Filter</w:t>
                        </w:r>
                        <w:r>
                          <w:t xml:space="preserve"> (</w:t>
                        </w:r>
                        <w:r w:rsidRPr="002D3983">
                          <w:rPr>
                            <w:b/>
                            <w:bCs/>
                            <w:u w:val="single"/>
                          </w:rPr>
                          <w:t>A</w:t>
                        </w:r>
                        <w:r>
                          <w:rPr>
                            <w:b/>
                            <w:bCs/>
                          </w:rPr>
                          <w:t>djust</w:t>
                        </w:r>
                        <w:r>
                          <w:t xml:space="preserve"> &gt; </w:t>
                        </w:r>
                        <w:r w:rsidRPr="002D3983">
                          <w:rPr>
                            <w:b/>
                            <w:bCs/>
                            <w:u w:val="single"/>
                          </w:rPr>
                          <w:t>P</w:t>
                        </w:r>
                        <w:r>
                          <w:rPr>
                            <w:b/>
                            <w:bCs/>
                          </w:rPr>
                          <w:t>hoto Fix</w:t>
                        </w:r>
                        <w:r>
                          <w:t xml:space="preserve"> &gt; </w:t>
                        </w:r>
                        <w:r>
                          <w:rPr>
                            <w:b/>
                          </w:rPr>
                          <w:t>Bac</w:t>
                        </w:r>
                        <w:r w:rsidRPr="009B516D">
                          <w:rPr>
                            <w:b/>
                            <w:u w:val="single"/>
                          </w:rPr>
                          <w:t>k</w:t>
                        </w:r>
                        <w:r>
                          <w:rPr>
                            <w:b/>
                          </w:rPr>
                          <w:t>lighting</w:t>
                        </w:r>
                        <w:r>
                          <w:t xml:space="preserve">) to reduce the brightness of the </w:t>
                        </w:r>
                        <w:r w:rsidR="00851EBB">
                          <w:t>window</w:t>
                        </w:r>
                        <w:r>
                          <w:t>.</w:t>
                        </w:r>
                      </w:p>
                    </w:txbxContent>
                  </v:textbox>
                </v:shape>
                <v:line id="Line 104" o:spid="_x0000_s1029" style="position:absolute;visibility:visible;mso-wrap-style:square" from="1121,12784" to="10841,127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4dG1cIAAADbAAAADwAAAGRycy9kb3ducmV2LnhtbESPQYvCMBSE74L/ITxhb5rWg0g1igiC&#10;9KJbXdbjo3m21ealNLF2//1GEDwOM/MNs1z3phYdta6yrCCeRCCIc6srLhScT7vxHITzyBpry6Tg&#10;jxysV8PBEhNtn/xNXeYLESDsElRQet8kUrq8JINuYhvi4F1ta9AH2RZSt/gMcFPLaRTNpMGKw0KJ&#10;DW1Lyu/Zwyi4nG7p7zbr0nPUSGeqND4cux+lvkb9ZgHCU+8/4Xd7rxVMY3h9CT9Arv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4dG1cIAAADbAAAADwAAAAAAAAAAAAAA&#10;AAChAgAAZHJzL2Rvd25yZXYueG1sUEsFBgAAAAAEAAQA+QAAAJADAAAAAA==&#10;" strokecolor="red"/>
                <w10:wrap type="tight" anchory="page"/>
                <w10:anchorlock/>
              </v:group>
            </w:pict>
          </mc:Fallback>
        </mc:AlternateContent>
      </w:r>
      <w:r>
        <w:rPr>
          <w:noProof/>
          <w:lang w:eastAsia="en-AU"/>
        </w:rPr>
        <mc:AlternateContent>
          <mc:Choice Requires="wps">
            <w:drawing>
              <wp:anchor distT="0" distB="0" distL="114300" distR="114300" simplePos="0" relativeHeight="251655680" behindDoc="0" locked="1" layoutInCell="1" allowOverlap="1">
                <wp:simplePos x="0" y="0"/>
                <wp:positionH relativeFrom="column">
                  <wp:posOffset>71755</wp:posOffset>
                </wp:positionH>
                <wp:positionV relativeFrom="page">
                  <wp:posOffset>1994535</wp:posOffset>
                </wp:positionV>
                <wp:extent cx="2282825" cy="6123305"/>
                <wp:effectExtent l="0" t="0" r="0" b="0"/>
                <wp:wrapNone/>
                <wp:docPr id="1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2825" cy="6123305"/>
                        </a:xfrm>
                        <a:prstGeom prst="rect">
                          <a:avLst/>
                        </a:prstGeom>
                        <a:solidFill>
                          <a:srgbClr val="FFFFCC"/>
                        </a:solidFill>
                        <a:ln w="3175">
                          <a:solidFill>
                            <a:srgbClr val="000000"/>
                          </a:solidFill>
                          <a:miter lim="800000"/>
                          <a:headEnd/>
                          <a:tailEnd/>
                        </a:ln>
                        <a:effectLst>
                          <a:outerShdw dist="107763" dir="8100000" algn="ctr" rotWithShape="0">
                            <a:srgbClr val="808080"/>
                          </a:outerShdw>
                        </a:effectLst>
                      </wps:spPr>
                      <wps:txbx>
                        <w:txbxContent>
                          <w:tbl>
                            <w:tblPr>
                              <w:tblW w:w="3360" w:type="dxa"/>
                              <w:tblInd w:w="108" w:type="dxa"/>
                              <w:tblLayout w:type="fixed"/>
                              <w:tblLook w:val="0000" w:firstRow="0" w:lastRow="0" w:firstColumn="0" w:lastColumn="0" w:noHBand="0" w:noVBand="0"/>
                            </w:tblPr>
                            <w:tblGrid>
                              <w:gridCol w:w="567"/>
                              <w:gridCol w:w="2793"/>
                            </w:tblGrid>
                            <w:tr w:rsidR="004D47D2">
                              <w:trPr>
                                <w:cantSplit/>
                                <w:trHeight w:val="540"/>
                              </w:trPr>
                              <w:tc>
                                <w:tcPr>
                                  <w:tcW w:w="3360" w:type="dxa"/>
                                  <w:gridSpan w:val="2"/>
                                </w:tcPr>
                                <w:p w:rsidR="004D47D2" w:rsidRDefault="004D47D2">
                                  <w:pPr>
                                    <w:spacing w:before="120"/>
                                    <w:rPr>
                                      <w:b/>
                                      <w:sz w:val="24"/>
                                    </w:rPr>
                                  </w:pPr>
                                  <w:r>
                                    <w:rPr>
                                      <w:b/>
                                      <w:sz w:val="24"/>
                                    </w:rPr>
                                    <w:t>Try This Yourself:</w:t>
                                  </w:r>
                                </w:p>
                              </w:tc>
                            </w:tr>
                            <w:tr w:rsidR="004D47D2">
                              <w:trPr>
                                <w:cantSplit/>
                              </w:trPr>
                              <w:tc>
                                <w:tcPr>
                                  <w:tcW w:w="567" w:type="dxa"/>
                                  <w:textDirection w:val="btLr"/>
                                  <w:vAlign w:val="center"/>
                                </w:tcPr>
                                <w:p w:rsidR="004D47D2" w:rsidRDefault="00432BD2" w:rsidP="0040786A">
                                  <w:pPr>
                                    <w:pStyle w:val="TextPreambleLabel"/>
                                    <w:rPr>
                                      <w:sz w:val="24"/>
                                    </w:rPr>
                                  </w:pPr>
                                  <w:bookmarkStart w:id="0" w:name="PreambleLabel"/>
                                  <w:r>
                                    <w:t>Open File</w:t>
                                  </w:r>
                                  <w:bookmarkEnd w:id="0"/>
                                </w:p>
                              </w:tc>
                              <w:tc>
                                <w:tcPr>
                                  <w:tcW w:w="2793" w:type="dxa"/>
                                </w:tcPr>
                                <w:p w:rsidR="004D47D2" w:rsidRDefault="00432BD2" w:rsidP="0040786A">
                                  <w:pPr>
                                    <w:pStyle w:val="TextPreamble"/>
                                  </w:pPr>
                                  <w:bookmarkStart w:id="1" w:name="Preamble"/>
                                  <w:r>
                                    <w:t>Before starting this exercise you MUST open the file T003 Enhance_4.JPG.</w:t>
                                  </w:r>
                                  <w:bookmarkEnd w:id="1"/>
                                </w:p>
                                <w:p w:rsidR="00864EC8" w:rsidRPr="00864EC8" w:rsidRDefault="00864EC8" w:rsidP="00864EC8">
                                  <w:pPr>
                                    <w:pStyle w:val="TextPreamble"/>
                                    <w:spacing w:before="0"/>
                                    <w:rPr>
                                      <w:b/>
                                      <w:sz w:val="24"/>
                                    </w:rPr>
                                  </w:pPr>
                                  <w:r w:rsidRPr="00864EC8">
                                    <w:rPr>
                                      <w:iCs/>
                                    </w:rPr>
                                    <w:t xml:space="preserve">Notice that a good deal of this photo is in shadow. Let's lighten </w:t>
                                  </w:r>
                                  <w:r w:rsidR="00A06FD6">
                                    <w:rPr>
                                      <w:iCs/>
                                    </w:rPr>
                                    <w:t>up the foreground</w:t>
                                  </w:r>
                                  <w:r w:rsidRPr="00864EC8">
                                    <w:rPr>
                                      <w:iCs/>
                                    </w:rPr>
                                    <w:t>…</w:t>
                                  </w:r>
                                </w:p>
                              </w:tc>
                            </w:tr>
                            <w:tr w:rsidR="004D47D2">
                              <w:trPr>
                                <w:trHeight w:val="540"/>
                              </w:trPr>
                              <w:tc>
                                <w:tcPr>
                                  <w:tcW w:w="567" w:type="dxa"/>
                                </w:tcPr>
                                <w:p w:rsidR="004D47D2" w:rsidRDefault="004D47D2">
                                  <w:pPr>
                                    <w:spacing w:before="0" w:after="0"/>
                                    <w:rPr>
                                      <w:rFonts w:ascii="Numbers" w:hAnsi="Numbers"/>
                                      <w:color w:val="993300"/>
                                      <w:sz w:val="48"/>
                                      <w:szCs w:val="48"/>
                                    </w:rPr>
                                  </w:pPr>
                                  <w:r>
                                    <w:rPr>
                                      <w:rFonts w:ascii="Numbers" w:hAnsi="Numbers"/>
                                      <w:color w:val="993300"/>
                                      <w:sz w:val="48"/>
                                      <w:szCs w:val="48"/>
                                    </w:rPr>
                                    <w:t></w:t>
                                  </w:r>
                                </w:p>
                              </w:tc>
                              <w:tc>
                                <w:tcPr>
                                  <w:tcW w:w="2793" w:type="dxa"/>
                                </w:tcPr>
                                <w:p w:rsidR="00C726EA" w:rsidRPr="00864EC8" w:rsidRDefault="00864EC8">
                                  <w:pPr>
                                    <w:spacing w:before="120" w:after="0"/>
                                  </w:pPr>
                                  <w:r>
                                    <w:t xml:space="preserve">Use the </w:t>
                                  </w:r>
                                  <w:r>
                                    <w:rPr>
                                      <w:b/>
                                      <w:i/>
                                    </w:rPr>
                                    <w:t xml:space="preserve">Freehand Selection Tool </w:t>
                                  </w:r>
                                  <w:r w:rsidR="006B2DD7">
                                    <w:rPr>
                                      <w:noProof/>
                                      <w:position w:val="-8"/>
                                      <w:lang w:eastAsia="en-AU"/>
                                    </w:rPr>
                                    <w:drawing>
                                      <wp:inline distT="0" distB="0" distL="0" distR="0">
                                        <wp:extent cx="266700" cy="203200"/>
                                        <wp:effectExtent l="0" t="0" r="0" b="6350"/>
                                        <wp:docPr id="1" name="Picture 1" descr="0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6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6700" cy="203200"/>
                                                </a:xfrm>
                                                <a:prstGeom prst="rect">
                                                  <a:avLst/>
                                                </a:prstGeom>
                                                <a:noFill/>
                                                <a:ln>
                                                  <a:noFill/>
                                                </a:ln>
                                              </pic:spPr>
                                            </pic:pic>
                                          </a:graphicData>
                                        </a:graphic>
                                      </wp:inline>
                                    </w:drawing>
                                  </w:r>
                                  <w:r>
                                    <w:t xml:space="preserve"> to </w:t>
                                  </w:r>
                                  <w:r w:rsidR="00432BD2">
                                    <w:t xml:space="preserve">carefully </w:t>
                                  </w:r>
                                  <w:r>
                                    <w:t xml:space="preserve">select the </w:t>
                                  </w:r>
                                  <w:r w:rsidR="00432BD2">
                                    <w:t>shadowy</w:t>
                                  </w:r>
                                  <w:r>
                                    <w:t xml:space="preserve"> foreground</w:t>
                                  </w:r>
                                </w:p>
                              </w:tc>
                            </w:tr>
                            <w:tr w:rsidR="004D47D2">
                              <w:trPr>
                                <w:trHeight w:val="540"/>
                              </w:trPr>
                              <w:tc>
                                <w:tcPr>
                                  <w:tcW w:w="567" w:type="dxa"/>
                                </w:tcPr>
                                <w:p w:rsidR="004D47D2" w:rsidRDefault="004D47D2">
                                  <w:pPr>
                                    <w:spacing w:before="0" w:after="0"/>
                                    <w:rPr>
                                      <w:rFonts w:ascii="Numbers" w:hAnsi="Numbers"/>
                                      <w:color w:val="993300"/>
                                      <w:sz w:val="48"/>
                                      <w:szCs w:val="48"/>
                                    </w:rPr>
                                  </w:pPr>
                                  <w:r>
                                    <w:rPr>
                                      <w:rFonts w:ascii="Numbers" w:hAnsi="Numbers"/>
                                      <w:color w:val="993300"/>
                                      <w:sz w:val="48"/>
                                      <w:szCs w:val="48"/>
                                    </w:rPr>
                                    <w:t></w:t>
                                  </w:r>
                                </w:p>
                              </w:tc>
                              <w:tc>
                                <w:tcPr>
                                  <w:tcW w:w="2793" w:type="dxa"/>
                                </w:tcPr>
                                <w:p w:rsidR="004D47D2" w:rsidRPr="00A37714" w:rsidRDefault="00C726EA" w:rsidP="00F1771B">
                                  <w:pPr>
                                    <w:spacing w:before="120" w:after="0"/>
                                  </w:pPr>
                                  <w:r>
                                    <w:t xml:space="preserve">Select </w:t>
                                  </w:r>
                                  <w:r w:rsidRPr="002D3983">
                                    <w:rPr>
                                      <w:b/>
                                      <w:bCs/>
                                      <w:u w:val="single"/>
                                    </w:rPr>
                                    <w:t>A</w:t>
                                  </w:r>
                                  <w:r>
                                    <w:rPr>
                                      <w:b/>
                                      <w:bCs/>
                                    </w:rPr>
                                    <w:t>djust</w:t>
                                  </w:r>
                                  <w:r>
                                    <w:t xml:space="preserve"> &gt; </w:t>
                                  </w:r>
                                  <w:r w:rsidRPr="002D3983">
                                    <w:rPr>
                                      <w:b/>
                                      <w:bCs/>
                                      <w:u w:val="single"/>
                                    </w:rPr>
                                    <w:t>P</w:t>
                                  </w:r>
                                  <w:r>
                                    <w:rPr>
                                      <w:b/>
                                      <w:bCs/>
                                    </w:rPr>
                                    <w:t>hoto Fix</w:t>
                                  </w:r>
                                  <w:r>
                                    <w:t xml:space="preserve"> &gt; </w:t>
                                  </w:r>
                                  <w:r>
                                    <w:rPr>
                                      <w:b/>
                                      <w:bCs/>
                                    </w:rPr>
                                    <w:t>Fi</w:t>
                                  </w:r>
                                  <w:r w:rsidRPr="00C726EA">
                                    <w:rPr>
                                      <w:b/>
                                      <w:bCs/>
                                      <w:u w:val="single"/>
                                    </w:rPr>
                                    <w:t>l</w:t>
                                  </w:r>
                                  <w:r>
                                    <w:rPr>
                                      <w:b/>
                                      <w:bCs/>
                                    </w:rPr>
                                    <w:t>l Flash</w:t>
                                  </w:r>
                                  <w:r w:rsidR="00A37714">
                                    <w:t xml:space="preserve"> to display the </w:t>
                                  </w:r>
                                  <w:r w:rsidR="00A37714">
                                    <w:rPr>
                                      <w:b/>
                                      <w:bCs/>
                                      <w:i/>
                                      <w:iCs/>
                                    </w:rPr>
                                    <w:t>Fill Flash Filter </w:t>
                                  </w:r>
                                  <w:r w:rsidR="00A37714">
                                    <w:t>dialog box</w:t>
                                  </w:r>
                                </w:p>
                              </w:tc>
                            </w:tr>
                            <w:tr w:rsidR="00A37714">
                              <w:trPr>
                                <w:trHeight w:val="540"/>
                              </w:trPr>
                              <w:tc>
                                <w:tcPr>
                                  <w:tcW w:w="567" w:type="dxa"/>
                                </w:tcPr>
                                <w:p w:rsidR="00A37714" w:rsidRDefault="00A37714">
                                  <w:pPr>
                                    <w:spacing w:before="0" w:after="0"/>
                                    <w:rPr>
                                      <w:rFonts w:ascii="Numbers" w:hAnsi="Numbers"/>
                                      <w:color w:val="993300"/>
                                      <w:sz w:val="48"/>
                                      <w:szCs w:val="48"/>
                                    </w:rPr>
                                  </w:pPr>
                                  <w:r>
                                    <w:rPr>
                                      <w:rFonts w:ascii="Numbers" w:hAnsi="Numbers"/>
                                      <w:color w:val="993300"/>
                                      <w:sz w:val="48"/>
                                      <w:szCs w:val="48"/>
                                    </w:rPr>
                                    <w:t></w:t>
                                  </w:r>
                                </w:p>
                              </w:tc>
                              <w:tc>
                                <w:tcPr>
                                  <w:tcW w:w="2793" w:type="dxa"/>
                                </w:tcPr>
                                <w:p w:rsidR="00A37714" w:rsidRDefault="00A06FD6" w:rsidP="00F1771B">
                                  <w:pPr>
                                    <w:spacing w:before="120" w:after="0"/>
                                  </w:pPr>
                                  <w:r>
                                    <w:t xml:space="preserve">Click on the </w:t>
                                  </w:r>
                                  <w:r>
                                    <w:rPr>
                                      <w:b/>
                                      <w:i/>
                                    </w:rPr>
                                    <w:t xml:space="preserve">Reset to Default </w:t>
                                  </w:r>
                                  <w:r>
                                    <w:t xml:space="preserve">tool </w:t>
                                  </w:r>
                                  <w:r w:rsidR="006B2DD7">
                                    <w:rPr>
                                      <w:noProof/>
                                      <w:position w:val="-4"/>
                                      <w:lang w:eastAsia="en-AU"/>
                                    </w:rPr>
                                    <w:drawing>
                                      <wp:inline distT="0" distB="0" distL="0" distR="0">
                                        <wp:extent cx="165100" cy="152400"/>
                                        <wp:effectExtent l="0" t="0" r="6350" b="0"/>
                                        <wp:docPr id="2" name="Picture 2" descr="0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6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100" cy="152400"/>
                                                </a:xfrm>
                                                <a:prstGeom prst="rect">
                                                  <a:avLst/>
                                                </a:prstGeom>
                                                <a:noFill/>
                                                <a:ln>
                                                  <a:noFill/>
                                                </a:ln>
                                              </pic:spPr>
                                            </pic:pic>
                                          </a:graphicData>
                                        </a:graphic>
                                      </wp:inline>
                                    </w:drawing>
                                  </w:r>
                                  <w:r>
                                    <w:t xml:space="preserve"> then m</w:t>
                                  </w:r>
                                  <w:r w:rsidR="00A37714">
                                    <w:t xml:space="preserve">aximise the dialog box </w:t>
                                  </w:r>
                                  <w:r>
                                    <w:t>and</w:t>
                                  </w:r>
                                  <w:r w:rsidR="00A37714">
                                    <w:t xml:space="preserve"> pan to the cars in the shadow area </w:t>
                                  </w:r>
                                  <w:r w:rsidR="00D4301C">
                                    <w:t>until</w:t>
                                  </w:r>
                                  <w:r w:rsidR="00A37714">
                                    <w:t xml:space="preserve"> you can see </w:t>
                                  </w:r>
                                  <w:r w:rsidR="00D4301C">
                                    <w:t>the white van</w:t>
                                  </w:r>
                                </w:p>
                                <w:p w:rsidR="00D4301C" w:rsidRPr="00D4301C" w:rsidRDefault="00D4301C" w:rsidP="00F1771B">
                                  <w:pPr>
                                    <w:spacing w:before="120" w:after="0"/>
                                    <w:rPr>
                                      <w:i/>
                                      <w:iCs/>
                                    </w:rPr>
                                  </w:pPr>
                                  <w:r>
                                    <w:rPr>
                                      <w:i/>
                                      <w:iCs/>
                                    </w:rPr>
                                    <w:t xml:space="preserve">Notice that the default value </w:t>
                                  </w:r>
                                  <w:r w:rsidR="00432BD2">
                                    <w:rPr>
                                      <w:i/>
                                      <w:iCs/>
                                    </w:rPr>
                                    <w:t>has lightened the shadow area, but</w:t>
                                  </w:r>
                                  <w:r>
                                    <w:rPr>
                                      <w:i/>
                                      <w:iCs/>
                                    </w:rPr>
                                    <w:t xml:space="preserve"> let's increase it a </w:t>
                                  </w:r>
                                  <w:r w:rsidR="00432BD2">
                                    <w:rPr>
                                      <w:i/>
                                      <w:iCs/>
                                    </w:rPr>
                                    <w:t xml:space="preserve">little </w:t>
                                  </w:r>
                                  <w:r>
                                    <w:rPr>
                                      <w:i/>
                                      <w:iCs/>
                                    </w:rPr>
                                    <w:t>bit</w:t>
                                  </w:r>
                                  <w:r w:rsidR="0057305D">
                                    <w:rPr>
                                      <w:i/>
                                      <w:iCs/>
                                    </w:rPr>
                                    <w:t xml:space="preserve"> more</w:t>
                                  </w:r>
                                  <w:r>
                                    <w:rPr>
                                      <w:i/>
                                      <w:iCs/>
                                    </w:rPr>
                                    <w:t>…</w:t>
                                  </w:r>
                                </w:p>
                              </w:tc>
                            </w:tr>
                            <w:tr w:rsidR="00D4301C">
                              <w:trPr>
                                <w:trHeight w:val="540"/>
                              </w:trPr>
                              <w:tc>
                                <w:tcPr>
                                  <w:tcW w:w="567" w:type="dxa"/>
                                </w:tcPr>
                                <w:p w:rsidR="00D4301C" w:rsidRDefault="00D4301C">
                                  <w:pPr>
                                    <w:spacing w:before="0" w:after="0"/>
                                    <w:rPr>
                                      <w:rFonts w:ascii="Numbers" w:hAnsi="Numbers"/>
                                      <w:color w:val="993300"/>
                                      <w:sz w:val="48"/>
                                      <w:szCs w:val="48"/>
                                    </w:rPr>
                                  </w:pPr>
                                  <w:r>
                                    <w:rPr>
                                      <w:rFonts w:ascii="Numbers" w:hAnsi="Numbers"/>
                                      <w:color w:val="993300"/>
                                      <w:sz w:val="48"/>
                                      <w:szCs w:val="48"/>
                                    </w:rPr>
                                    <w:t></w:t>
                                  </w:r>
                                </w:p>
                              </w:tc>
                              <w:tc>
                                <w:tcPr>
                                  <w:tcW w:w="2793" w:type="dxa"/>
                                </w:tcPr>
                                <w:p w:rsidR="00D4301C" w:rsidRPr="00A06FD6" w:rsidRDefault="00D4301C" w:rsidP="00F1771B">
                                  <w:pPr>
                                    <w:spacing w:before="120" w:after="0"/>
                                  </w:pPr>
                                  <w:r>
                                    <w:t xml:space="preserve">Click on </w:t>
                                  </w:r>
                                  <w:r w:rsidR="006B2DD7">
                                    <w:rPr>
                                      <w:noProof/>
                                      <w:lang w:eastAsia="en-AU"/>
                                    </w:rPr>
                                    <w:drawing>
                                      <wp:inline distT="0" distB="0" distL="0" distR="0">
                                        <wp:extent cx="101600" cy="76200"/>
                                        <wp:effectExtent l="0" t="0" r="0" b="0"/>
                                        <wp:docPr id="3" name="Picture 3" descr="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600" cy="76200"/>
                                                </a:xfrm>
                                                <a:prstGeom prst="rect">
                                                  <a:avLst/>
                                                </a:prstGeom>
                                                <a:noFill/>
                                                <a:ln>
                                                  <a:noFill/>
                                                </a:ln>
                                              </pic:spPr>
                                            </pic:pic>
                                          </a:graphicData>
                                        </a:graphic>
                                      </wp:inline>
                                    </w:drawing>
                                  </w:r>
                                  <w:r>
                                    <w:t xml:space="preserve"> until </w:t>
                                  </w:r>
                                  <w:r w:rsidR="00432BD2">
                                    <w:rPr>
                                      <w:b/>
                                      <w:bCs/>
                                      <w:i/>
                                      <w:iCs/>
                                    </w:rPr>
                                    <w:t>45</w:t>
                                  </w:r>
                                  <w:r>
                                    <w:t xml:space="preserve"> is displayed in </w:t>
                                  </w:r>
                                  <w:r>
                                    <w:rPr>
                                      <w:b/>
                                      <w:bCs/>
                                      <w:i/>
                                      <w:iCs/>
                                    </w:rPr>
                                    <w:t>Strength</w:t>
                                  </w:r>
                                  <w:r w:rsidR="00A06FD6">
                                    <w:t xml:space="preserve"> – now that looks a </w:t>
                                  </w:r>
                                  <w:r w:rsidR="00432BD2">
                                    <w:t>bit</w:t>
                                  </w:r>
                                  <w:r w:rsidR="00A06FD6">
                                    <w:t xml:space="preserve"> better</w:t>
                                  </w:r>
                                </w:p>
                              </w:tc>
                            </w:tr>
                            <w:tr w:rsidR="008E67A8">
                              <w:trPr>
                                <w:trHeight w:val="540"/>
                              </w:trPr>
                              <w:tc>
                                <w:tcPr>
                                  <w:tcW w:w="567" w:type="dxa"/>
                                </w:tcPr>
                                <w:p w:rsidR="008E67A8" w:rsidRDefault="008E67A8">
                                  <w:pPr>
                                    <w:spacing w:before="0" w:after="0"/>
                                    <w:rPr>
                                      <w:rFonts w:ascii="Numbers" w:hAnsi="Numbers"/>
                                      <w:color w:val="993300"/>
                                      <w:sz w:val="48"/>
                                      <w:szCs w:val="48"/>
                                    </w:rPr>
                                  </w:pPr>
                                  <w:r>
                                    <w:rPr>
                                      <w:rFonts w:ascii="Numbers" w:hAnsi="Numbers"/>
                                      <w:color w:val="993300"/>
                                      <w:sz w:val="48"/>
                                      <w:szCs w:val="48"/>
                                    </w:rPr>
                                    <w:t></w:t>
                                  </w:r>
                                </w:p>
                              </w:tc>
                              <w:tc>
                                <w:tcPr>
                                  <w:tcW w:w="2793" w:type="dxa"/>
                                </w:tcPr>
                                <w:p w:rsidR="008E67A8" w:rsidRPr="00432BD2" w:rsidRDefault="00A06FD6" w:rsidP="00A06FD6">
                                  <w:pPr>
                                    <w:spacing w:before="120" w:after="0"/>
                                  </w:pPr>
                                  <w:r>
                                    <w:t xml:space="preserve">Click on </w:t>
                                  </w:r>
                                  <w:r>
                                    <w:rPr>
                                      <w:b/>
                                      <w:bCs/>
                                    </w:rPr>
                                    <w:t>[OK]</w:t>
                                  </w:r>
                                  <w:r w:rsidR="00432BD2">
                                    <w:t xml:space="preserve"> – you can see more detail in the foreground now but its lighting still looks natural</w:t>
                                  </w:r>
                                </w:p>
                              </w:tc>
                            </w:tr>
                            <w:tr w:rsidR="00A06FD6">
                              <w:trPr>
                                <w:trHeight w:val="540"/>
                              </w:trPr>
                              <w:tc>
                                <w:tcPr>
                                  <w:tcW w:w="567" w:type="dxa"/>
                                </w:tcPr>
                                <w:p w:rsidR="00A06FD6" w:rsidRDefault="00A06FD6">
                                  <w:pPr>
                                    <w:spacing w:before="0" w:after="0"/>
                                    <w:rPr>
                                      <w:rFonts w:ascii="Numbers" w:hAnsi="Numbers"/>
                                      <w:color w:val="993300"/>
                                      <w:sz w:val="48"/>
                                      <w:szCs w:val="48"/>
                                    </w:rPr>
                                  </w:pPr>
                                  <w:r>
                                    <w:rPr>
                                      <w:rFonts w:ascii="Numbers" w:hAnsi="Numbers"/>
                                      <w:color w:val="993300"/>
                                      <w:sz w:val="48"/>
                                      <w:szCs w:val="48"/>
                                    </w:rPr>
                                    <w:t></w:t>
                                  </w:r>
                                </w:p>
                              </w:tc>
                              <w:tc>
                                <w:tcPr>
                                  <w:tcW w:w="2793" w:type="dxa"/>
                                </w:tcPr>
                                <w:p w:rsidR="00A06FD6" w:rsidRDefault="00432BD2" w:rsidP="00A06FD6">
                                  <w:pPr>
                                    <w:spacing w:before="120" w:after="0"/>
                                  </w:pPr>
                                  <w:r>
                                    <w:t xml:space="preserve">Select </w:t>
                                  </w:r>
                                  <w:r w:rsidRPr="00432BD2">
                                    <w:rPr>
                                      <w:b/>
                                      <w:bCs/>
                                      <w:u w:val="single"/>
                                    </w:rPr>
                                    <w:t>S</w:t>
                                  </w:r>
                                  <w:r>
                                    <w:rPr>
                                      <w:b/>
                                      <w:bCs/>
                                    </w:rPr>
                                    <w:t>elections</w:t>
                                  </w:r>
                                  <w:r>
                                    <w:t xml:space="preserve"> &gt; </w:t>
                                  </w:r>
                                  <w:r>
                                    <w:rPr>
                                      <w:b/>
                                      <w:bCs/>
                                    </w:rPr>
                                    <w:t xml:space="preserve">Select </w:t>
                                  </w:r>
                                  <w:r w:rsidRPr="00432BD2">
                                    <w:rPr>
                                      <w:b/>
                                      <w:bCs/>
                                      <w:u w:val="single"/>
                                    </w:rPr>
                                    <w:t>N</w:t>
                                  </w:r>
                                  <w:r>
                                    <w:rPr>
                                      <w:b/>
                                      <w:bCs/>
                                    </w:rPr>
                                    <w:t>one</w:t>
                                  </w:r>
                                  <w:r w:rsidR="00A06FD6">
                                    <w:t xml:space="preserve"> to deselect the foreground</w:t>
                                  </w:r>
                                </w:p>
                              </w:tc>
                            </w:tr>
                          </w:tbl>
                          <w:p w:rsidR="004D47D2" w:rsidRDefault="004D47D2">
                            <w:pPr>
                              <w:ind w:left="567"/>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0" o:spid="_x0000_s1030" type="#_x0000_t202" style="position:absolute;margin-left:5.65pt;margin-top:157.05pt;width:179.75pt;height:482.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" fillcolor="#ffc" strokeweight=".25pt">
                <v:shadow on="t" offset="-6pt,6pt"/>
                <v:textbox>
                  <w:txbxContent>
                    <w:tbl>
                      <w:tblPr>
                        <w:tblW w:w="3360" w:type="dxa"/>
                        <w:tblInd w:w="108" w:type="dxa"/>
                        <w:tblLayout w:type="fixed"/>
                        <w:tblLook w:val="0000" w:firstRow="0" w:lastRow="0" w:firstColumn="0" w:lastColumn="0" w:noHBand="0" w:noVBand="0"/>
                      </w:tblPr>
                      <w:tblGrid>
                        <w:gridCol w:w="567"/>
                        <w:gridCol w:w="2793"/>
                      </w:tblGrid>
                      <w:tr w:rsidR="004D47D2">
                        <w:trPr>
                          <w:cantSplit/>
                          <w:trHeight w:val="540"/>
                        </w:trPr>
                        <w:tc>
                          <w:tcPr>
                            <w:tcW w:w="3360" w:type="dxa"/>
                            <w:gridSpan w:val="2"/>
                          </w:tcPr>
                          <w:p w:rsidR="004D47D2" w:rsidRDefault="004D47D2">
                            <w:pPr>
                              <w:spacing w:before="120"/>
                              <w:rPr>
                                <w:b/>
                                <w:sz w:val="24"/>
                              </w:rPr>
                            </w:pPr>
                            <w:r>
                              <w:rPr>
                                <w:b/>
                                <w:sz w:val="24"/>
                              </w:rPr>
                              <w:t>Try This Yourself:</w:t>
                            </w:r>
                          </w:p>
                        </w:tc>
                      </w:tr>
                      <w:tr w:rsidR="004D47D2">
                        <w:trPr>
                          <w:cantSplit/>
                        </w:trPr>
                        <w:tc>
                          <w:tcPr>
                            <w:tcW w:w="567" w:type="dxa"/>
                            <w:textDirection w:val="btLr"/>
                            <w:vAlign w:val="center"/>
                          </w:tcPr>
                          <w:p w:rsidR="004D47D2" w:rsidRDefault="00432BD2" w:rsidP="0040786A">
                            <w:pPr>
                              <w:pStyle w:val="TextPreambleLabel"/>
                              <w:rPr>
                                <w:sz w:val="24"/>
                              </w:rPr>
                            </w:pPr>
                            <w:bookmarkStart w:id="2" w:name="PreambleLabel"/>
                            <w:r>
                              <w:t>Open File</w:t>
                            </w:r>
                            <w:bookmarkEnd w:id="2"/>
                          </w:p>
                        </w:tc>
                        <w:tc>
                          <w:tcPr>
                            <w:tcW w:w="2793" w:type="dxa"/>
                          </w:tcPr>
                          <w:p w:rsidR="004D47D2" w:rsidRDefault="00432BD2" w:rsidP="0040786A">
                            <w:pPr>
                              <w:pStyle w:val="TextPreamble"/>
                            </w:pPr>
                            <w:bookmarkStart w:id="3" w:name="Preamble"/>
                            <w:r>
                              <w:t>Before starting this exercise you MUST open the file T003 Enhance_4.JPG.</w:t>
                            </w:r>
                            <w:bookmarkEnd w:id="3"/>
                          </w:p>
                          <w:p w:rsidR="00864EC8" w:rsidRPr="00864EC8" w:rsidRDefault="00864EC8" w:rsidP="00864EC8">
                            <w:pPr>
                              <w:pStyle w:val="TextPreamble"/>
                              <w:spacing w:before="0"/>
                              <w:rPr>
                                <w:b/>
                                <w:sz w:val="24"/>
                              </w:rPr>
                            </w:pPr>
                            <w:r w:rsidRPr="00864EC8">
                              <w:rPr>
                                <w:iCs/>
                              </w:rPr>
                              <w:t xml:space="preserve">Notice that a good deal of this photo is in shadow. Let's lighten </w:t>
                            </w:r>
                            <w:r w:rsidR="00A06FD6">
                              <w:rPr>
                                <w:iCs/>
                              </w:rPr>
                              <w:t>up the foreground</w:t>
                            </w:r>
                            <w:r w:rsidRPr="00864EC8">
                              <w:rPr>
                                <w:iCs/>
                              </w:rPr>
                              <w:t>…</w:t>
                            </w:r>
                          </w:p>
                        </w:tc>
                      </w:tr>
                      <w:tr w:rsidR="004D47D2">
                        <w:trPr>
                          <w:trHeight w:val="540"/>
                        </w:trPr>
                        <w:tc>
                          <w:tcPr>
                            <w:tcW w:w="567" w:type="dxa"/>
                          </w:tcPr>
                          <w:p w:rsidR="004D47D2" w:rsidRDefault="004D47D2">
                            <w:pPr>
                              <w:spacing w:before="0" w:after="0"/>
                              <w:rPr>
                                <w:rFonts w:ascii="Numbers" w:hAnsi="Numbers"/>
                                <w:color w:val="993300"/>
                                <w:sz w:val="48"/>
                                <w:szCs w:val="48"/>
                              </w:rPr>
                            </w:pPr>
                            <w:r>
                              <w:rPr>
                                <w:rFonts w:ascii="Numbers" w:hAnsi="Numbers"/>
                                <w:color w:val="993300"/>
                                <w:sz w:val="48"/>
                                <w:szCs w:val="48"/>
                              </w:rPr>
                              <w:t></w:t>
                            </w:r>
                          </w:p>
                        </w:tc>
                        <w:tc>
                          <w:tcPr>
                            <w:tcW w:w="2793" w:type="dxa"/>
                          </w:tcPr>
                          <w:p w:rsidR="00C726EA" w:rsidRPr="00864EC8" w:rsidRDefault="00864EC8">
                            <w:pPr>
                              <w:spacing w:before="120" w:after="0"/>
                            </w:pPr>
                            <w:r>
                              <w:t xml:space="preserve">Use the </w:t>
                            </w:r>
                            <w:r>
                              <w:rPr>
                                <w:b/>
                                <w:i/>
                              </w:rPr>
                              <w:t xml:space="preserve">Freehand Selection Tool </w:t>
                            </w:r>
                            <w:r w:rsidR="006B2DD7">
                              <w:rPr>
                                <w:noProof/>
                                <w:position w:val="-8"/>
                                <w:lang w:eastAsia="en-AU"/>
                              </w:rPr>
                              <w:drawing>
                                <wp:inline distT="0" distB="0" distL="0" distR="0">
                                  <wp:extent cx="266700" cy="203200"/>
                                  <wp:effectExtent l="0" t="0" r="0" b="6350"/>
                                  <wp:docPr id="1" name="Picture 1" descr="0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6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6700" cy="203200"/>
                                          </a:xfrm>
                                          <a:prstGeom prst="rect">
                                            <a:avLst/>
                                          </a:prstGeom>
                                          <a:noFill/>
                                          <a:ln>
                                            <a:noFill/>
                                          </a:ln>
                                        </pic:spPr>
                                      </pic:pic>
                                    </a:graphicData>
                                  </a:graphic>
                                </wp:inline>
                              </w:drawing>
                            </w:r>
                            <w:r>
                              <w:t xml:space="preserve"> to </w:t>
                            </w:r>
                            <w:r w:rsidR="00432BD2">
                              <w:t xml:space="preserve">carefully </w:t>
                            </w:r>
                            <w:r>
                              <w:t xml:space="preserve">select the </w:t>
                            </w:r>
                            <w:r w:rsidR="00432BD2">
                              <w:t>shadowy</w:t>
                            </w:r>
                            <w:r>
                              <w:t xml:space="preserve"> foreground</w:t>
                            </w:r>
                          </w:p>
                        </w:tc>
                      </w:tr>
                      <w:tr w:rsidR="004D47D2">
                        <w:trPr>
                          <w:trHeight w:val="540"/>
                        </w:trPr>
                        <w:tc>
                          <w:tcPr>
                            <w:tcW w:w="567" w:type="dxa"/>
                          </w:tcPr>
                          <w:p w:rsidR="004D47D2" w:rsidRDefault="004D47D2">
                            <w:pPr>
                              <w:spacing w:before="0" w:after="0"/>
                              <w:rPr>
                                <w:rFonts w:ascii="Numbers" w:hAnsi="Numbers"/>
                                <w:color w:val="993300"/>
                                <w:sz w:val="48"/>
                                <w:szCs w:val="48"/>
                              </w:rPr>
                            </w:pPr>
                            <w:r>
                              <w:rPr>
                                <w:rFonts w:ascii="Numbers" w:hAnsi="Numbers"/>
                                <w:color w:val="993300"/>
                                <w:sz w:val="48"/>
                                <w:szCs w:val="48"/>
                              </w:rPr>
                              <w:t></w:t>
                            </w:r>
                          </w:p>
                        </w:tc>
                        <w:tc>
                          <w:tcPr>
                            <w:tcW w:w="2793" w:type="dxa"/>
                          </w:tcPr>
                          <w:p w:rsidR="004D47D2" w:rsidRPr="00A37714" w:rsidRDefault="00C726EA" w:rsidP="00F1771B">
                            <w:pPr>
                              <w:spacing w:before="120" w:after="0"/>
                            </w:pPr>
                            <w:r>
                              <w:t xml:space="preserve">Select </w:t>
                            </w:r>
                            <w:r w:rsidRPr="002D3983">
                              <w:rPr>
                                <w:b/>
                                <w:bCs/>
                                <w:u w:val="single"/>
                              </w:rPr>
                              <w:t>A</w:t>
                            </w:r>
                            <w:r>
                              <w:rPr>
                                <w:b/>
                                <w:bCs/>
                              </w:rPr>
                              <w:t>djust</w:t>
                            </w:r>
                            <w:r>
                              <w:t xml:space="preserve"> &gt; </w:t>
                            </w:r>
                            <w:r w:rsidRPr="002D3983">
                              <w:rPr>
                                <w:b/>
                                <w:bCs/>
                                <w:u w:val="single"/>
                              </w:rPr>
                              <w:t>P</w:t>
                            </w:r>
                            <w:r>
                              <w:rPr>
                                <w:b/>
                                <w:bCs/>
                              </w:rPr>
                              <w:t>hoto Fix</w:t>
                            </w:r>
                            <w:r>
                              <w:t xml:space="preserve"> &gt; </w:t>
                            </w:r>
                            <w:r>
                              <w:rPr>
                                <w:b/>
                                <w:bCs/>
                              </w:rPr>
                              <w:t>Fi</w:t>
                            </w:r>
                            <w:r w:rsidRPr="00C726EA">
                              <w:rPr>
                                <w:b/>
                                <w:bCs/>
                                <w:u w:val="single"/>
                              </w:rPr>
                              <w:t>l</w:t>
                            </w:r>
                            <w:r>
                              <w:rPr>
                                <w:b/>
                                <w:bCs/>
                              </w:rPr>
                              <w:t>l Flash</w:t>
                            </w:r>
                            <w:r w:rsidR="00A37714">
                              <w:t xml:space="preserve"> to display the </w:t>
                            </w:r>
                            <w:r w:rsidR="00A37714">
                              <w:rPr>
                                <w:b/>
                                <w:bCs/>
                                <w:i/>
                                <w:iCs/>
                              </w:rPr>
                              <w:t>Fill Flash Filter </w:t>
                            </w:r>
                            <w:r w:rsidR="00A37714">
                              <w:t>dialog box</w:t>
                            </w:r>
                          </w:p>
                        </w:tc>
                      </w:tr>
                      <w:tr w:rsidR="00A37714">
                        <w:trPr>
                          <w:trHeight w:val="540"/>
                        </w:trPr>
                        <w:tc>
                          <w:tcPr>
                            <w:tcW w:w="567" w:type="dxa"/>
                          </w:tcPr>
                          <w:p w:rsidR="00A37714" w:rsidRDefault="00A37714">
                            <w:pPr>
                              <w:spacing w:before="0" w:after="0"/>
                              <w:rPr>
                                <w:rFonts w:ascii="Numbers" w:hAnsi="Numbers"/>
                                <w:color w:val="993300"/>
                                <w:sz w:val="48"/>
                                <w:szCs w:val="48"/>
                              </w:rPr>
                            </w:pPr>
                            <w:r>
                              <w:rPr>
                                <w:rFonts w:ascii="Numbers" w:hAnsi="Numbers"/>
                                <w:color w:val="993300"/>
                                <w:sz w:val="48"/>
                                <w:szCs w:val="48"/>
                              </w:rPr>
                              <w:t></w:t>
                            </w:r>
                          </w:p>
                        </w:tc>
                        <w:tc>
                          <w:tcPr>
                            <w:tcW w:w="2793" w:type="dxa"/>
                          </w:tcPr>
                          <w:p w:rsidR="00A37714" w:rsidRDefault="00A06FD6" w:rsidP="00F1771B">
                            <w:pPr>
                              <w:spacing w:before="120" w:after="0"/>
                            </w:pPr>
                            <w:r>
                              <w:t xml:space="preserve">Click on the </w:t>
                            </w:r>
                            <w:r>
                              <w:rPr>
                                <w:b/>
                                <w:i/>
                              </w:rPr>
                              <w:t xml:space="preserve">Reset to Default </w:t>
                            </w:r>
                            <w:r>
                              <w:t xml:space="preserve">tool </w:t>
                            </w:r>
                            <w:r w:rsidR="006B2DD7">
                              <w:rPr>
                                <w:noProof/>
                                <w:position w:val="-4"/>
                                <w:lang w:eastAsia="en-AU"/>
                              </w:rPr>
                              <w:drawing>
                                <wp:inline distT="0" distB="0" distL="0" distR="0">
                                  <wp:extent cx="165100" cy="152400"/>
                                  <wp:effectExtent l="0" t="0" r="6350" b="0"/>
                                  <wp:docPr id="2" name="Picture 2" descr="0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6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100" cy="152400"/>
                                          </a:xfrm>
                                          <a:prstGeom prst="rect">
                                            <a:avLst/>
                                          </a:prstGeom>
                                          <a:noFill/>
                                          <a:ln>
                                            <a:noFill/>
                                          </a:ln>
                                        </pic:spPr>
                                      </pic:pic>
                                    </a:graphicData>
                                  </a:graphic>
                                </wp:inline>
                              </w:drawing>
                            </w:r>
                            <w:r>
                              <w:t xml:space="preserve"> then m</w:t>
                            </w:r>
                            <w:r w:rsidR="00A37714">
                              <w:t xml:space="preserve">aximise the dialog box </w:t>
                            </w:r>
                            <w:r>
                              <w:t>and</w:t>
                            </w:r>
                            <w:r w:rsidR="00A37714">
                              <w:t xml:space="preserve"> pan to the cars in the shadow area </w:t>
                            </w:r>
                            <w:r w:rsidR="00D4301C">
                              <w:t>until</w:t>
                            </w:r>
                            <w:r w:rsidR="00A37714">
                              <w:t xml:space="preserve"> you can see </w:t>
                            </w:r>
                            <w:r w:rsidR="00D4301C">
                              <w:t>the white van</w:t>
                            </w:r>
                          </w:p>
                          <w:p w:rsidR="00D4301C" w:rsidRPr="00D4301C" w:rsidRDefault="00D4301C" w:rsidP="00F1771B">
                            <w:pPr>
                              <w:spacing w:before="120" w:after="0"/>
                              <w:rPr>
                                <w:i/>
                                <w:iCs/>
                              </w:rPr>
                            </w:pPr>
                            <w:r>
                              <w:rPr>
                                <w:i/>
                                <w:iCs/>
                              </w:rPr>
                              <w:t xml:space="preserve">Notice that the default value </w:t>
                            </w:r>
                            <w:r w:rsidR="00432BD2">
                              <w:rPr>
                                <w:i/>
                                <w:iCs/>
                              </w:rPr>
                              <w:t>has lightened the shadow area, but</w:t>
                            </w:r>
                            <w:r>
                              <w:rPr>
                                <w:i/>
                                <w:iCs/>
                              </w:rPr>
                              <w:t xml:space="preserve"> let's increase it a </w:t>
                            </w:r>
                            <w:r w:rsidR="00432BD2">
                              <w:rPr>
                                <w:i/>
                                <w:iCs/>
                              </w:rPr>
                              <w:t xml:space="preserve">little </w:t>
                            </w:r>
                            <w:r>
                              <w:rPr>
                                <w:i/>
                                <w:iCs/>
                              </w:rPr>
                              <w:t>bit</w:t>
                            </w:r>
                            <w:r w:rsidR="0057305D">
                              <w:rPr>
                                <w:i/>
                                <w:iCs/>
                              </w:rPr>
                              <w:t xml:space="preserve"> more</w:t>
                            </w:r>
                            <w:r>
                              <w:rPr>
                                <w:i/>
                                <w:iCs/>
                              </w:rPr>
                              <w:t>…</w:t>
                            </w:r>
                          </w:p>
                        </w:tc>
                      </w:tr>
                      <w:tr w:rsidR="00D4301C">
                        <w:trPr>
                          <w:trHeight w:val="540"/>
                        </w:trPr>
                        <w:tc>
                          <w:tcPr>
                            <w:tcW w:w="567" w:type="dxa"/>
                          </w:tcPr>
                          <w:p w:rsidR="00D4301C" w:rsidRDefault="00D4301C">
                            <w:pPr>
                              <w:spacing w:before="0" w:after="0"/>
                              <w:rPr>
                                <w:rFonts w:ascii="Numbers" w:hAnsi="Numbers"/>
                                <w:color w:val="993300"/>
                                <w:sz w:val="48"/>
                                <w:szCs w:val="48"/>
                              </w:rPr>
                            </w:pPr>
                            <w:r>
                              <w:rPr>
                                <w:rFonts w:ascii="Numbers" w:hAnsi="Numbers"/>
                                <w:color w:val="993300"/>
                                <w:sz w:val="48"/>
                                <w:szCs w:val="48"/>
                              </w:rPr>
                              <w:t></w:t>
                            </w:r>
                          </w:p>
                        </w:tc>
                        <w:tc>
                          <w:tcPr>
                            <w:tcW w:w="2793" w:type="dxa"/>
                          </w:tcPr>
                          <w:p w:rsidR="00D4301C" w:rsidRPr="00A06FD6" w:rsidRDefault="00D4301C" w:rsidP="00F1771B">
                            <w:pPr>
                              <w:spacing w:before="120" w:after="0"/>
                            </w:pPr>
                            <w:r>
                              <w:t xml:space="preserve">Click on </w:t>
                            </w:r>
                            <w:r w:rsidR="006B2DD7">
                              <w:rPr>
                                <w:noProof/>
                                <w:lang w:eastAsia="en-AU"/>
                              </w:rPr>
                              <w:drawing>
                                <wp:inline distT="0" distB="0" distL="0" distR="0">
                                  <wp:extent cx="101600" cy="76200"/>
                                  <wp:effectExtent l="0" t="0" r="0" b="0"/>
                                  <wp:docPr id="3" name="Picture 3" descr="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600" cy="76200"/>
                                          </a:xfrm>
                                          <a:prstGeom prst="rect">
                                            <a:avLst/>
                                          </a:prstGeom>
                                          <a:noFill/>
                                          <a:ln>
                                            <a:noFill/>
                                          </a:ln>
                                        </pic:spPr>
                                      </pic:pic>
                                    </a:graphicData>
                                  </a:graphic>
                                </wp:inline>
                              </w:drawing>
                            </w:r>
                            <w:r>
                              <w:t xml:space="preserve"> until </w:t>
                            </w:r>
                            <w:r w:rsidR="00432BD2">
                              <w:rPr>
                                <w:b/>
                                <w:bCs/>
                                <w:i/>
                                <w:iCs/>
                              </w:rPr>
                              <w:t>45</w:t>
                            </w:r>
                            <w:r>
                              <w:t xml:space="preserve"> is displayed in </w:t>
                            </w:r>
                            <w:r>
                              <w:rPr>
                                <w:b/>
                                <w:bCs/>
                                <w:i/>
                                <w:iCs/>
                              </w:rPr>
                              <w:t>Strength</w:t>
                            </w:r>
                            <w:r w:rsidR="00A06FD6">
                              <w:t xml:space="preserve"> – now that looks a </w:t>
                            </w:r>
                            <w:r w:rsidR="00432BD2">
                              <w:t>bit</w:t>
                            </w:r>
                            <w:r w:rsidR="00A06FD6">
                              <w:t xml:space="preserve"> better</w:t>
                            </w:r>
                          </w:p>
                        </w:tc>
                      </w:tr>
                      <w:tr w:rsidR="008E67A8">
                        <w:trPr>
                          <w:trHeight w:val="540"/>
                        </w:trPr>
                        <w:tc>
                          <w:tcPr>
                            <w:tcW w:w="567" w:type="dxa"/>
                          </w:tcPr>
                          <w:p w:rsidR="008E67A8" w:rsidRDefault="008E67A8">
                            <w:pPr>
                              <w:spacing w:before="0" w:after="0"/>
                              <w:rPr>
                                <w:rFonts w:ascii="Numbers" w:hAnsi="Numbers"/>
                                <w:color w:val="993300"/>
                                <w:sz w:val="48"/>
                                <w:szCs w:val="48"/>
                              </w:rPr>
                            </w:pPr>
                            <w:r>
                              <w:rPr>
                                <w:rFonts w:ascii="Numbers" w:hAnsi="Numbers"/>
                                <w:color w:val="993300"/>
                                <w:sz w:val="48"/>
                                <w:szCs w:val="48"/>
                              </w:rPr>
                              <w:t></w:t>
                            </w:r>
                          </w:p>
                        </w:tc>
                        <w:tc>
                          <w:tcPr>
                            <w:tcW w:w="2793" w:type="dxa"/>
                          </w:tcPr>
                          <w:p w:rsidR="008E67A8" w:rsidRPr="00432BD2" w:rsidRDefault="00A06FD6" w:rsidP="00A06FD6">
                            <w:pPr>
                              <w:spacing w:before="120" w:after="0"/>
                            </w:pPr>
                            <w:r>
                              <w:t xml:space="preserve">Click on </w:t>
                            </w:r>
                            <w:r>
                              <w:rPr>
                                <w:b/>
                                <w:bCs/>
                              </w:rPr>
                              <w:t>[OK]</w:t>
                            </w:r>
                            <w:r w:rsidR="00432BD2">
                              <w:t xml:space="preserve"> – you can see more detail in the foreground now but its lighting still looks natural</w:t>
                            </w:r>
                          </w:p>
                        </w:tc>
                      </w:tr>
                      <w:tr w:rsidR="00A06FD6">
                        <w:trPr>
                          <w:trHeight w:val="540"/>
                        </w:trPr>
                        <w:tc>
                          <w:tcPr>
                            <w:tcW w:w="567" w:type="dxa"/>
                          </w:tcPr>
                          <w:p w:rsidR="00A06FD6" w:rsidRDefault="00A06FD6">
                            <w:pPr>
                              <w:spacing w:before="0" w:after="0"/>
                              <w:rPr>
                                <w:rFonts w:ascii="Numbers" w:hAnsi="Numbers"/>
                                <w:color w:val="993300"/>
                                <w:sz w:val="48"/>
                                <w:szCs w:val="48"/>
                              </w:rPr>
                            </w:pPr>
                            <w:r>
                              <w:rPr>
                                <w:rFonts w:ascii="Numbers" w:hAnsi="Numbers"/>
                                <w:color w:val="993300"/>
                                <w:sz w:val="48"/>
                                <w:szCs w:val="48"/>
                              </w:rPr>
                              <w:t></w:t>
                            </w:r>
                          </w:p>
                        </w:tc>
                        <w:tc>
                          <w:tcPr>
                            <w:tcW w:w="2793" w:type="dxa"/>
                          </w:tcPr>
                          <w:p w:rsidR="00A06FD6" w:rsidRDefault="00432BD2" w:rsidP="00A06FD6">
                            <w:pPr>
                              <w:spacing w:before="120" w:after="0"/>
                            </w:pPr>
                            <w:r>
                              <w:t xml:space="preserve">Select </w:t>
                            </w:r>
                            <w:r w:rsidRPr="00432BD2">
                              <w:rPr>
                                <w:b/>
                                <w:bCs/>
                                <w:u w:val="single"/>
                              </w:rPr>
                              <w:t>S</w:t>
                            </w:r>
                            <w:r>
                              <w:rPr>
                                <w:b/>
                                <w:bCs/>
                              </w:rPr>
                              <w:t>elections</w:t>
                            </w:r>
                            <w:r>
                              <w:t xml:space="preserve"> &gt; </w:t>
                            </w:r>
                            <w:r>
                              <w:rPr>
                                <w:b/>
                                <w:bCs/>
                              </w:rPr>
                              <w:t xml:space="preserve">Select </w:t>
                            </w:r>
                            <w:r w:rsidRPr="00432BD2">
                              <w:rPr>
                                <w:b/>
                                <w:bCs/>
                                <w:u w:val="single"/>
                              </w:rPr>
                              <w:t>N</w:t>
                            </w:r>
                            <w:r>
                              <w:rPr>
                                <w:b/>
                                <w:bCs/>
                              </w:rPr>
                              <w:t>one</w:t>
                            </w:r>
                            <w:r w:rsidR="00A06FD6">
                              <w:t xml:space="preserve"> to deselect the foreground</w:t>
                            </w:r>
                          </w:p>
                        </w:tc>
                      </w:tr>
                    </w:tbl>
                    <w:p w:rsidR="004D47D2" w:rsidRDefault="004D47D2">
                      <w:pPr>
                        <w:ind w:left="567"/>
                      </w:pPr>
                    </w:p>
                  </w:txbxContent>
                </v:textbox>
                <w10:wrap anchory="page"/>
                <w10:anchorlock/>
              </v:shape>
            </w:pict>
          </mc:Fallback>
        </mc:AlternateContent>
      </w:r>
      <w:r>
        <w:rPr>
          <w:noProof/>
          <w:lang w:eastAsia="en-AU"/>
        </w:rPr>
        <mc:AlternateContent>
          <mc:Choice Requires="wpg">
            <w:drawing>
              <wp:anchor distT="0" distB="0" distL="114300" distR="114300" simplePos="0" relativeHeight="251654656" behindDoc="0" locked="1" layoutInCell="1" allowOverlap="1">
                <wp:simplePos x="0" y="0"/>
                <wp:positionH relativeFrom="column">
                  <wp:posOffset>17145</wp:posOffset>
                </wp:positionH>
                <wp:positionV relativeFrom="page">
                  <wp:posOffset>1029970</wp:posOffset>
                </wp:positionV>
                <wp:extent cx="6286500" cy="800100"/>
                <wp:effectExtent l="0" t="0" r="0" b="0"/>
                <wp:wrapTight wrapText="bothSides">
                  <wp:wrapPolygon edited="0">
                    <wp:start x="-33" y="0"/>
                    <wp:lineTo x="-33" y="19200"/>
                    <wp:lineTo x="33" y="21600"/>
                    <wp:lineTo x="21175" y="21600"/>
                    <wp:lineTo x="21240" y="21600"/>
                    <wp:lineTo x="21600" y="19646"/>
                    <wp:lineTo x="21600" y="0"/>
                    <wp:lineTo x="-33" y="0"/>
                  </wp:wrapPolygon>
                </wp:wrapTight>
                <wp:docPr id="12"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86500" cy="800100"/>
                          <a:chOff x="1161" y="1624"/>
                          <a:chExt cx="9900" cy="2160"/>
                        </a:xfrm>
                      </wpg:grpSpPr>
                      <wps:wsp>
                        <wps:cNvPr id="13" name="Line 91"/>
                        <wps:cNvCnPr/>
                        <wps:spPr bwMode="auto">
                          <a:xfrm>
                            <a:off x="1201" y="3784"/>
                            <a:ext cx="9648" cy="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wpg:grpSp>
                        <wpg:cNvPr id="14" name="Group 92"/>
                        <wpg:cNvGrpSpPr>
                          <a:grpSpLocks/>
                        </wpg:cNvGrpSpPr>
                        <wpg:grpSpPr bwMode="auto">
                          <a:xfrm>
                            <a:off x="1161" y="1624"/>
                            <a:ext cx="9900" cy="1980"/>
                            <a:chOff x="1161" y="1624"/>
                            <a:chExt cx="9900" cy="1980"/>
                          </a:xfrm>
                        </wpg:grpSpPr>
                        <wps:wsp>
                          <wps:cNvPr id="15" name="Text Box 93"/>
                          <wps:cNvSpPr txBox="1">
                            <a:spLocks noChangeArrowheads="1"/>
                          </wps:cNvSpPr>
                          <wps:spPr bwMode="auto">
                            <a:xfrm>
                              <a:off x="1161" y="1624"/>
                              <a:ext cx="4680" cy="19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id="4">
                            <w:txbxContent>
                              <w:p w:rsidR="004D47D2" w:rsidRPr="006546CF" w:rsidRDefault="00AB5F3F" w:rsidP="0040786A">
                                <w:pPr>
                                  <w:pStyle w:val="TextIntro"/>
                                </w:pPr>
                                <w:r>
                                  <w:t xml:space="preserve">One of the most common problems that you will experience with your digital photos is with their lighting. </w:t>
                                </w:r>
                                <w:r w:rsidR="006546CF">
                                  <w:t xml:space="preserve">There will be many occasions when you will take photos in bright light and the resulting photo will show very little detail in the shadow areas. This is because your camera is attempting to not overexpose the lighter areas. You can help to reduce these problems with the </w:t>
                                </w:r>
                                <w:r w:rsidR="006546CF">
                                  <w:rPr>
                                    <w:b/>
                                    <w:bCs/>
                                    <w:i/>
                                    <w:iCs/>
                                  </w:rPr>
                                  <w:t xml:space="preserve">Fill Flash </w:t>
                                </w:r>
                                <w:r w:rsidR="006546CF">
                                  <w:t>filter.</w:t>
                                </w:r>
                              </w:p>
                            </w:txbxContent>
                          </wps:txbx>
                          <wps:bodyPr rot="0" vert="horz" wrap="square" lIns="91440" tIns="45720" rIns="91440" bIns="45720" anchor="t" anchorCtr="0" upright="1">
                            <a:noAutofit/>
                          </wps:bodyPr>
                        </wps:wsp>
                        <wps:wsp>
                          <wps:cNvPr id="16" name="Text Box 94"/>
                          <wps:cNvSpPr txBox="1">
                            <a:spLocks noChangeArrowheads="1"/>
                          </wps:cNvSpPr>
                          <wps:spPr bwMode="auto">
                            <a:xfrm>
                              <a:off x="6201" y="1624"/>
                              <a:ext cx="4860" cy="19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linkedTxbx id="4" seq="1"/>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90" o:spid="_x0000_s1031" style="position:absolute;margin-left:1.35pt;margin-top:81.1pt;width:495pt;height:63pt;z-index:251654656;mso-position-vertical-relative:page" coordorigin="1161,1624" coordsize="9900,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">
                <v:line id="Line 91" o:spid="_x0000_s1032" style="position:absolute;visibility:visible;mso-wrap-style:square" from="1201,3784" to="10849,37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W3hMAAAADbAAAADwAAAGRycy9kb3ducmV2LnhtbERPTYvCMBC9C/6HMMLeNHWFRapRRBCk&#10;F3drRY9DM7bVZlKabK3/3iwseJvH+5zluje16Kh1lWUF00kEgji3uuJCQXbcjecgnEfWWFsmBU9y&#10;sF4NB0uMtX3wD3WpL0QIYRejgtL7JpbS5SUZdBPbEAfualuDPsC2kLrFRwg3tfyMoi9psOLQUGJD&#10;25Lye/prFFyOt+S8TbskixrpTJVMD9/dSamPUb9ZgPDU+7f4373XYf4M/n4JB8jV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Z1t4TAAAAA2wAAAA8AAAAAAAAAAAAAAAAA&#10;oQIAAGRycy9kb3ducmV2LnhtbFBLBQYAAAAABAAEAPkAAACOAwAAAAA=&#10;" strokecolor="red"/>
                <v:group id="Group 92" o:spid="_x0000_s1033" style="position:absolute;left:1161;top:1624;width:9900;height:1980" coordorigin="1161,1624" coordsize="9900,19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 id="Text Box 93" o:spid="_x0000_s1034" type="#_x0000_t202" style="position:absolute;left:1161;top:1624;width:4680;height:19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ZY5cEA&#10;AADbAAAADwAAAGRycy9kb3ducmV2LnhtbERPzWrCQBC+F/oOyxS8lLqpaGyjm1ALitekPsCYHZNg&#10;djZkVxPfvisI3ubj+511NppWXKl3jWUFn9MIBHFpdcOVgsPf9uMLhPPIGlvLpOBGDrL09WWNibYD&#10;53QtfCVCCLsEFdTed4mUrqzJoJvajjhwJ9sb9AH2ldQ9DiHctHIWRbE02HBoqLGj35rKc3ExCk77&#10;4X3xPRx3/rDM5/EGm+XR3pSavI0/KxCeRv8UP9x7HeYv4P5LOECm/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0WWOXBAAAA2wAAAA8AAAAAAAAAAAAAAAAAmAIAAGRycy9kb3du&#10;cmV2LnhtbFBLBQYAAAAABAAEAPUAAACGAwAAAAA=&#10;" stroked="f">
                    <v:textbox style="mso-next-textbox:#Text Box 94">
                      <w:txbxContent>
                        <w:p w:rsidR="004D47D2" w:rsidRPr="006546CF" w:rsidRDefault="00AB5F3F" w:rsidP="0040786A">
                          <w:pPr>
                            <w:pStyle w:val="TextIntro"/>
                          </w:pPr>
                          <w:r>
                            <w:t xml:space="preserve">One of the most common problems that you will experience with your digital photos is with their lighting. </w:t>
                          </w:r>
                          <w:r w:rsidR="006546CF">
                            <w:t xml:space="preserve">There will be many occasions when you will take photos in bright light and the resulting photo will show very little detail in the shadow areas. This is because your camera is attempting to not overexpose the lighter areas. You can help to reduce these problems with the </w:t>
                          </w:r>
                          <w:r w:rsidR="006546CF">
                            <w:rPr>
                              <w:b/>
                              <w:bCs/>
                              <w:i/>
                              <w:iCs/>
                            </w:rPr>
                            <w:t xml:space="preserve">Fill Flash </w:t>
                          </w:r>
                          <w:r w:rsidR="006546CF">
                            <w:t>filter.</w:t>
                          </w:r>
                        </w:p>
                      </w:txbxContent>
                    </v:textbox>
                  </v:shape>
                  <v:shape id="Text Box 94" o:spid="_x0000_s1035" type="#_x0000_t202" style="position:absolute;left:6201;top:1624;width:4860;height:19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Gkr8A&#10;AADbAAAADwAAAGRycy9kb3ducmV2LnhtbERPy6rCMBDdX/AfwghuLpoq3qrVKCoobn18wNiMbbGZ&#10;lCba+vdGEO5uDuc5i1VrSvGk2hWWFQwHEQji1OqCMwWX864/BeE8ssbSMil4kYPVsvOzwETbho/0&#10;PPlMhBB2CSrIva8SKV2ak0E3sBVx4G62NugDrDOpa2xCuCnlKIpiabDg0JBjRduc0vvpYRTcDs3v&#10;36y57v1lchzHGywmV/tSqtdt13MQnlr/L/66DzrMj+HzSzhAL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xMaSvwAAANsAAAAPAAAAAAAAAAAAAAAAAJgCAABkcnMvZG93bnJl&#10;di54bWxQSwUGAAAAAAQABAD1AAAAhAMAAAAA&#10;" stroked="f">
                    <v:textbox>
                      <w:txbxContent/>
                    </v:textbox>
                  </v:shape>
                </v:group>
                <w10:wrap type="tight" anchory="page"/>
                <w10:anchorlock/>
              </v:group>
            </w:pict>
          </mc:Fallback>
        </mc:AlternateContent>
      </w:r>
      <w:r w:rsidR="004A0405">
        <w:t xml:space="preserve">Correcting </w:t>
      </w:r>
      <w:r w:rsidR="009C413D">
        <w:t>Lighting</w:t>
      </w:r>
      <w:r w:rsidR="004A0405">
        <w:t xml:space="preserve"> Problems</w:t>
      </w:r>
    </w:p>
    <w:p w:rsidR="00073CDA" w:rsidRDefault="00BF4F28">
      <w:r>
        <w:rPr>
          <w:noProof/>
          <w:lang w:eastAsia="en-AU"/>
        </w:rPr>
        <w:drawing>
          <wp:anchor distT="0" distB="0" distL="114300" distR="114300" simplePos="0" relativeHeight="251660800" behindDoc="0" locked="0" layoutInCell="1" allowOverlap="1" wp14:anchorId="7EF3E81A" wp14:editId="6E1C2EC5">
            <wp:simplePos x="0" y="0"/>
            <wp:positionH relativeFrom="column">
              <wp:posOffset>2747645</wp:posOffset>
            </wp:positionH>
            <wp:positionV relativeFrom="paragraph">
              <wp:posOffset>2955925</wp:posOffset>
            </wp:positionV>
            <wp:extent cx="3175000" cy="2604770"/>
            <wp:effectExtent l="0" t="0" r="6350" b="5080"/>
            <wp:wrapNone/>
            <wp:docPr id="121" name="Picture 121" descr="0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06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75000" cy="26047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AU"/>
        </w:rPr>
        <w:drawing>
          <wp:anchor distT="0" distB="0" distL="114300" distR="114300" simplePos="0" relativeHeight="251661824" behindDoc="0" locked="0" layoutInCell="1" allowOverlap="1" wp14:anchorId="39EB589F" wp14:editId="14B390A0">
            <wp:simplePos x="0" y="0"/>
            <wp:positionH relativeFrom="column">
              <wp:posOffset>2747645</wp:posOffset>
            </wp:positionH>
            <wp:positionV relativeFrom="paragraph">
              <wp:posOffset>136525</wp:posOffset>
            </wp:positionV>
            <wp:extent cx="3175000" cy="2604770"/>
            <wp:effectExtent l="0" t="0" r="6350" b="5080"/>
            <wp:wrapNone/>
            <wp:docPr id="122" name="Picture 122" descr="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06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75000" cy="26047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AU"/>
        </w:rPr>
        <mc:AlternateContent>
          <mc:Choice Requires="wpg">
            <w:drawing>
              <wp:anchor distT="0" distB="0" distL="114300" distR="114300" simplePos="0" relativeHeight="251657728" behindDoc="0" locked="0" layoutInCell="1" allowOverlap="1" wp14:anchorId="05CD8522" wp14:editId="38792765">
                <wp:simplePos x="0" y="0"/>
                <wp:positionH relativeFrom="column">
                  <wp:posOffset>2453640</wp:posOffset>
                </wp:positionH>
                <wp:positionV relativeFrom="paragraph">
                  <wp:posOffset>117475</wp:posOffset>
                </wp:positionV>
                <wp:extent cx="254000" cy="254000"/>
                <wp:effectExtent l="0" t="0" r="0" b="0"/>
                <wp:wrapNone/>
                <wp:docPr id="9"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000" cy="254000"/>
                          <a:chOff x="5670" y="3332"/>
                          <a:chExt cx="400" cy="400"/>
                        </a:xfrm>
                      </wpg:grpSpPr>
                      <wps:wsp>
                        <wps:cNvPr id="10" name="Oval 76"/>
                        <wps:cNvSpPr>
                          <a:spLocks noChangeArrowheads="1"/>
                        </wps:cNvSpPr>
                        <wps:spPr bwMode="auto">
                          <a:xfrm>
                            <a:off x="5710" y="3372"/>
                            <a:ext cx="340" cy="320"/>
                          </a:xfrm>
                          <a:prstGeom prst="ellipse">
                            <a:avLst/>
                          </a:prstGeom>
                          <a:solidFill>
                            <a:srgbClr val="9933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Text Box 77"/>
                        <wps:cNvSpPr txBox="1">
                          <a:spLocks noChangeArrowheads="1"/>
                        </wps:cNvSpPr>
                        <wps:spPr bwMode="auto">
                          <a:xfrm>
                            <a:off x="5670" y="3332"/>
                            <a:ext cx="400" cy="40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47D2" w:rsidRPr="00864EC8" w:rsidRDefault="00864EC8">
                              <w:pPr>
                                <w:spacing w:before="0" w:after="0"/>
                                <w:jc w:val="center"/>
                                <w:rPr>
                                  <w:b/>
                                  <w:bCs/>
                                  <w:color w:val="FFFFFF"/>
                                  <w:lang w:val="en-US"/>
                                </w:rPr>
                              </w:pPr>
                              <w:r>
                                <w:rPr>
                                  <w:b/>
                                  <w:bCs/>
                                  <w:color w:val="FFFFFF"/>
                                  <w:lang w:val="en-US"/>
                                </w:rPr>
                                <w:t>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CD8522" id="Group 75" o:spid="_x0000_s1036" style="position:absolute;margin-left:193.2pt;margin-top:9.25pt;width:20pt;height:20pt;z-index:251657728" coordorigin="5670,3332" coordsize="400,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">
                <v:oval id="Oval 76" o:spid="_x0000_s1037" style="position:absolute;left:5710;top:3372;width:340;height:3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Onl8QA&#10;AADbAAAADwAAAGRycy9kb3ducmV2LnhtbESPT2/CMAzF70h8h8hIu6CRsgNihYAQEtqO489lN68x&#10;bdXGiZqsLd9+PkziZus9v/fzdj+6VvXUxdqzgeUiA0VceFtzaeB2Pb2uQcWEbLH1TAYeFGG/m062&#10;mFs/8Jn6SyqVhHDM0UCVUsi1jkVFDuPCB2LR7r5zmGTtSm07HCTctfoty1baYc3SUGGgY0VFc/l1&#10;Bob+4zuM85/yPTSP+t6ch+v68GXMy2w8bEAlGtPT/H/9aQVf6OUXGUDv/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9zp5fEAAAA2wAAAA8AAAAAAAAAAAAAAAAAmAIAAGRycy9k&#10;b3ducmV2LnhtbFBLBQYAAAAABAAEAPUAAACJAwAAAAA=&#10;" fillcolor="#930" stroked="f"/>
                <v:shape id="Text Box 77" o:spid="_x0000_s1038" type="#_x0000_t202" style="position:absolute;left:5670;top:3332;width:400;height:4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Dc48IA&#10;AADbAAAADwAAAGRycy9kb3ducmV2LnhtbERPS2vCQBC+C/0PyxS8SN3Yg7TRNaTFPq5VofQ2Zsck&#10;mJ2Nu2uM/fWuIHibj+8586w3jejI+dqygsk4AUFcWF1zqWCz/nh6AeEDssbGMik4k4ds8TCYY6rt&#10;iX+oW4VSxBD2KSqoQmhTKX1RkUE/ti1x5HbWGQwRulJqh6cYbhr5nCRTabDm2FBhS+8VFfvV0Sj4&#10;5MN2yV+j8Pafb/62r7+7buSkUsPHPp+BCNSHu/jm/tZx/gSuv8QD5OI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UNzjwgAAANsAAAAPAAAAAAAAAAAAAAAAAJgCAABkcnMvZG93&#10;bnJldi54bWxQSwUGAAAAAAQABAD1AAAAhwMAAAAA&#10;" filled="f" fillcolor="black" stroked="f">
                  <v:textbox>
                    <w:txbxContent>
                      <w:p w:rsidR="004D47D2" w:rsidRPr="00864EC8" w:rsidRDefault="00864EC8">
                        <w:pPr>
                          <w:spacing w:before="0" w:after="0"/>
                          <w:jc w:val="center"/>
                          <w:rPr>
                            <w:b/>
                            <w:bCs/>
                            <w:color w:val="FFFFFF"/>
                            <w:lang w:val="en-US"/>
                          </w:rPr>
                        </w:pPr>
                        <w:r>
                          <w:rPr>
                            <w:b/>
                            <w:bCs/>
                            <w:color w:val="FFFFFF"/>
                            <w:lang w:val="en-US"/>
                          </w:rPr>
                          <w:t>1</w:t>
                        </w:r>
                      </w:p>
                    </w:txbxContent>
                  </v:textbox>
                </v:shape>
              </v:group>
            </w:pict>
          </mc:Fallback>
        </mc:AlternateContent>
      </w:r>
    </w:p>
    <w:p w:rsidR="00073CDA" w:rsidRDefault="00073CDA"/>
    <w:p w:rsidR="00073CDA" w:rsidRDefault="00073CDA"/>
    <w:p w:rsidR="00073CDA" w:rsidRDefault="00073CDA"/>
    <w:p w:rsidR="00073CDA" w:rsidRDefault="00073CDA"/>
    <w:p w:rsidR="00073CDA" w:rsidRDefault="00073CDA"/>
    <w:p w:rsidR="00073CDA" w:rsidRDefault="00073CDA"/>
    <w:p w:rsidR="00073CDA" w:rsidRDefault="00073CDA"/>
    <w:p w:rsidR="00073CDA" w:rsidRDefault="00073CDA"/>
    <w:p w:rsidR="00073CDA" w:rsidRDefault="00073CDA"/>
    <w:p w:rsidR="00073CDA" w:rsidRDefault="00073CDA"/>
    <w:p w:rsidR="00073CDA" w:rsidRDefault="00073CDA"/>
    <w:p w:rsidR="00073CDA" w:rsidRDefault="00073CDA"/>
    <w:p w:rsidR="00073CDA" w:rsidRDefault="00073CDA"/>
    <w:p w:rsidR="00073CDA" w:rsidRDefault="00073CDA"/>
    <w:p w:rsidR="00073CDA" w:rsidRDefault="00073CDA"/>
    <w:p w:rsidR="00073CDA" w:rsidRDefault="00BF4F28">
      <w:r>
        <w:rPr>
          <w:noProof/>
          <w:lang w:eastAsia="en-AU"/>
        </w:rPr>
        <mc:AlternateContent>
          <mc:Choice Requires="wpg">
            <w:drawing>
              <wp:anchor distT="0" distB="0" distL="114300" distR="114300" simplePos="0" relativeHeight="251658752" behindDoc="0" locked="0" layoutInCell="1" allowOverlap="1" wp14:anchorId="55D5DFEA" wp14:editId="08FC0095">
                <wp:simplePos x="0" y="0"/>
                <wp:positionH relativeFrom="column">
                  <wp:posOffset>2453640</wp:posOffset>
                </wp:positionH>
                <wp:positionV relativeFrom="paragraph">
                  <wp:posOffset>37465</wp:posOffset>
                </wp:positionV>
                <wp:extent cx="254000" cy="254000"/>
                <wp:effectExtent l="0" t="0" r="0" b="0"/>
                <wp:wrapNone/>
                <wp:docPr id="6"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000" cy="254000"/>
                          <a:chOff x="5670" y="3332"/>
                          <a:chExt cx="400" cy="400"/>
                        </a:xfrm>
                      </wpg:grpSpPr>
                      <wps:wsp>
                        <wps:cNvPr id="7" name="Oval 14"/>
                        <wps:cNvSpPr>
                          <a:spLocks noChangeArrowheads="1"/>
                        </wps:cNvSpPr>
                        <wps:spPr bwMode="auto">
                          <a:xfrm>
                            <a:off x="5710" y="3372"/>
                            <a:ext cx="340" cy="320"/>
                          </a:xfrm>
                          <a:prstGeom prst="ellipse">
                            <a:avLst/>
                          </a:prstGeom>
                          <a:solidFill>
                            <a:srgbClr val="9933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Text Box 15"/>
                        <wps:cNvSpPr txBox="1">
                          <a:spLocks noChangeArrowheads="1"/>
                        </wps:cNvSpPr>
                        <wps:spPr bwMode="auto">
                          <a:xfrm>
                            <a:off x="5670" y="3332"/>
                            <a:ext cx="400" cy="40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47D2" w:rsidRPr="00A06FD6" w:rsidRDefault="00CD7616">
                              <w:pPr>
                                <w:spacing w:before="0" w:after="0"/>
                                <w:jc w:val="center"/>
                                <w:rPr>
                                  <w:b/>
                                  <w:bCs/>
                                  <w:color w:val="FFFFFF"/>
                                  <w:lang w:val="en-US"/>
                                </w:rPr>
                              </w:pPr>
                              <w:r>
                                <w:rPr>
                                  <w:b/>
                                  <w:bCs/>
                                  <w:color w:val="FFFFFF"/>
                                  <w:lang w:val="en-US"/>
                                </w:rPr>
                                <w:t>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D5DFEA" id="Group 50" o:spid="_x0000_s1039" style="position:absolute;margin-left:193.2pt;margin-top:2.95pt;width:20pt;height:20pt;z-index:251658752" coordorigin="5670,3332" coordsize="400,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">
                <v:oval id="Oval 14" o:spid="_x0000_s1040" style="position:absolute;left:5710;top:3372;width:340;height:3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D7qcMA&#10;AADaAAAADwAAAGRycy9kb3ducmV2LnhtbESPwWrDMBBE74H+g9hALyGR00PrOlFCKJT22MS59Lax&#10;NrKxtRKWYjt/XxUKPQ4z84bZ7ifbiYH60DhWsF5lIIgrpxs2Cs7l+zIHESKyxs4xKbhTgP3uYbbF&#10;QruRjzScohEJwqFABXWMvpAyVDVZDCvniZN3db3FmGRvpO5xTHDbyacse5YWG04LNXp6q6lqTzer&#10;YBw+vv20uJhX396ba3scy/zwpdTjfDpsQESa4n/4r/2pFbzA75V0A+Tu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VD7qcMAAADaAAAADwAAAAAAAAAAAAAAAACYAgAAZHJzL2Rv&#10;d25yZXYueG1sUEsFBgAAAAAEAAQA9QAAAIgDAAAAAA==&#10;" fillcolor="#930" stroked="f"/>
                <v:shape id="Text Box 15" o:spid="_x0000_s1041" type="#_x0000_t202" style="position:absolute;left:5670;top:3332;width:400;height:4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Q0MAA&#10;AADaAAAADwAAAGRycy9kb3ducmV2LnhtbERPu27CMBTdkfgH6yKxoOLAUEGKQYCg7cpDQt0u8SWJ&#10;Gl8H2w2Br68HJMaj854tWlOJhpwvLSsYDRMQxJnVJecKjoft2wSED8gaK8uk4E4eFvNuZ4aptjfe&#10;UbMPuYgh7FNUUIRQp1L6rCCDfmhr4shdrDMYInS51A5vMdxUcpwk79JgybGhwJrWBWW/+z+j4JOv&#10;5w1/DcLqsTz+nKenSzNwUql+r11+gAjUhpf46f7WCuLWeCXeADn/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4Q0MAAAADaAAAADwAAAAAAAAAAAAAAAACYAgAAZHJzL2Rvd25y&#10;ZXYueG1sUEsFBgAAAAAEAAQA9QAAAIUDAAAAAA==&#10;" filled="f" fillcolor="black" stroked="f">
                  <v:textbox>
                    <w:txbxContent>
                      <w:p w:rsidR="004D47D2" w:rsidRPr="00A06FD6" w:rsidRDefault="00CD7616">
                        <w:pPr>
                          <w:spacing w:before="0" w:after="0"/>
                          <w:jc w:val="center"/>
                          <w:rPr>
                            <w:b/>
                            <w:bCs/>
                            <w:color w:val="FFFFFF"/>
                            <w:lang w:val="en-US"/>
                          </w:rPr>
                        </w:pPr>
                        <w:r>
                          <w:rPr>
                            <w:b/>
                            <w:bCs/>
                            <w:color w:val="FFFFFF"/>
                            <w:lang w:val="en-US"/>
                          </w:rPr>
                          <w:t>6</w:t>
                        </w:r>
                      </w:p>
                    </w:txbxContent>
                  </v:textbox>
                </v:shape>
              </v:group>
            </w:pict>
          </mc:Fallback>
        </mc:AlternateContent>
      </w:r>
    </w:p>
    <w:p w:rsidR="00073CDA" w:rsidRDefault="00073CDA"/>
    <w:p w:rsidR="00073CDA" w:rsidRDefault="00073CDA"/>
    <w:p w:rsidR="00073CDA" w:rsidRDefault="00073CDA"/>
    <w:p w:rsidR="00073CDA" w:rsidRDefault="00073CDA"/>
    <w:p w:rsidR="00073CDA" w:rsidRDefault="00073CDA"/>
    <w:p w:rsidR="00073CDA" w:rsidRDefault="00073CDA"/>
    <w:p w:rsidR="00073CDA" w:rsidRDefault="006B2DD7">
      <w:bookmarkStart w:id="4" w:name="_GoBack"/>
      <w:bookmarkEnd w:id="4"/>
      <w:r>
        <w:rPr>
          <w:noProof/>
          <w:lang w:eastAsia="en-AU"/>
        </w:rPr>
        <mc:AlternateContent>
          <mc:Choice Requires="wps">
            <w:drawing>
              <wp:anchor distT="0" distB="0" distL="114300" distR="114300" simplePos="0" relativeHeight="251659776" behindDoc="0" locked="0" layoutInCell="1" allowOverlap="1">
                <wp:simplePos x="0" y="0"/>
                <wp:positionH relativeFrom="column">
                  <wp:posOffset>2760345</wp:posOffset>
                </wp:positionH>
                <wp:positionV relativeFrom="paragraph">
                  <wp:posOffset>519430</wp:posOffset>
                </wp:positionV>
                <wp:extent cx="3200400" cy="571500"/>
                <wp:effectExtent l="0" t="0" r="0" b="0"/>
                <wp:wrapNone/>
                <wp:docPr id="5"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6FD6" w:rsidRPr="00A06FD6" w:rsidRDefault="00A06FD6">
                            <w:pPr>
                              <w:rPr>
                                <w:rFonts w:cs="Arial"/>
                                <w:i/>
                                <w:sz w:val="18"/>
                                <w:szCs w:val="18"/>
                                <w:lang w:val="en-US"/>
                              </w:rPr>
                            </w:pPr>
                            <w:r w:rsidRPr="00A06FD6">
                              <w:rPr>
                                <w:rFonts w:cs="Arial"/>
                                <w:i/>
                                <w:sz w:val="18"/>
                                <w:szCs w:val="18"/>
                                <w:lang w:val="en-US"/>
                              </w:rPr>
                              <w:t>Tip:</w:t>
                            </w:r>
                            <w:r>
                              <w:rPr>
                                <w:rFonts w:cs="Arial"/>
                                <w:i/>
                                <w:sz w:val="18"/>
                                <w:szCs w:val="18"/>
                                <w:lang w:val="en-US"/>
                              </w:rPr>
                              <w:t xml:space="preserve"> If the entire photo was too dark, you would simply display the Fill Flash Filter dialog box without first making a selection. This would then lighten the entire image.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0" o:spid="_x0000_s1042" type="#_x0000_t202" style="position:absolute;margin-left:217.35pt;margin-top:40.9pt;width:252pt;height:4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" stroked="f">
                <v:textbox inset="0,0,0,0">
                  <w:txbxContent>
                    <w:p w:rsidR="00A06FD6" w:rsidRPr="00A06FD6" w:rsidRDefault="00A06FD6">
                      <w:pPr>
                        <w:rPr>
                          <w:rFonts w:cs="Arial"/>
                          <w:i/>
                          <w:sz w:val="18"/>
                          <w:szCs w:val="18"/>
                          <w:lang w:val="en-US"/>
                        </w:rPr>
                      </w:pPr>
                      <w:r w:rsidRPr="00A06FD6">
                        <w:rPr>
                          <w:rFonts w:cs="Arial"/>
                          <w:i/>
                          <w:sz w:val="18"/>
                          <w:szCs w:val="18"/>
                          <w:lang w:val="en-US"/>
                        </w:rPr>
                        <w:t>Tip:</w:t>
                      </w:r>
                      <w:r>
                        <w:rPr>
                          <w:rFonts w:cs="Arial"/>
                          <w:i/>
                          <w:sz w:val="18"/>
                          <w:szCs w:val="18"/>
                          <w:lang w:val="en-US"/>
                        </w:rPr>
                        <w:t xml:space="preserve"> If the entire photo was too dark, you would simply display the Fill Flash Filter dialog box without first making a selection. This would then lighten the entire image.</w:t>
                      </w:r>
                    </w:p>
                  </w:txbxContent>
                </v:textbox>
              </v:shape>
            </w:pict>
          </mc:Fallback>
        </mc:AlternateContent>
      </w:r>
      <w:r>
        <w:rPr>
          <w:noProof/>
          <w:lang w:eastAsia="en-AU"/>
        </w:rPr>
        <mc:AlternateContent>
          <mc:Choice Requires="wps">
            <w:drawing>
              <wp:anchor distT="0" distB="0" distL="114300" distR="114300" simplePos="0" relativeHeight="251653632" behindDoc="0" locked="0" layoutInCell="1" allowOverlap="1">
                <wp:simplePos x="0" y="0"/>
                <wp:positionH relativeFrom="column">
                  <wp:posOffset>3240405</wp:posOffset>
                </wp:positionH>
                <wp:positionV relativeFrom="paragraph">
                  <wp:posOffset>4173220</wp:posOffset>
                </wp:positionV>
                <wp:extent cx="254000" cy="254000"/>
                <wp:effectExtent l="0" t="0" r="0" b="0"/>
                <wp:wrapNone/>
                <wp:docPr id="4"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400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47D2" w:rsidRDefault="004D47D2">
                            <w:pPr>
                              <w:spacing w:before="0" w:after="0"/>
                              <w:jc w:val="center"/>
                              <w:rPr>
                                <w:b/>
                                <w:bCs/>
                                <w:color w:val="FFFFFF"/>
                              </w:rPr>
                            </w:pPr>
                            <w:r>
                              <w:rPr>
                                <w:b/>
                                <w:bCs/>
                                <w:color w:val="FFFFFF"/>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43" type="#_x0000_t202" style="position:absolute;margin-left:255.15pt;margin-top:328.6pt;width:20pt;height:20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" filled="f" fillcolor="black" stroked="f">
                <v:textbox>
                  <w:txbxContent>
                    <w:p w:rsidR="004D47D2" w:rsidRDefault="004D47D2">
                      <w:pPr>
                        <w:spacing w:before="0" w:after="0"/>
                        <w:jc w:val="center"/>
                        <w:rPr>
                          <w:b/>
                          <w:bCs/>
                          <w:color w:val="FFFFFF"/>
                        </w:rPr>
                      </w:pPr>
                      <w:r>
                        <w:rPr>
                          <w:b/>
                          <w:bCs/>
                          <w:color w:val="FFFFFF"/>
                        </w:rPr>
                        <w:t>4</w:t>
                      </w:r>
                    </w:p>
                  </w:txbxContent>
                </v:textbox>
              </v:shape>
            </w:pict>
          </mc:Fallback>
        </mc:AlternateContent>
      </w:r>
    </w:p>
    <w:sectPr w:rsidR="00073CDA">
      <w:headerReference w:type="default" r:id="rId12"/>
      <w:footerReference w:type="default" r:id="rId13"/>
      <w:pgSz w:w="11907" w:h="16839" w:code="9"/>
      <w:pgMar w:top="964" w:right="1134" w:bottom="1440" w:left="1134"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4D58" w:rsidRDefault="00EC4D58">
      <w:r>
        <w:separator/>
      </w:r>
    </w:p>
  </w:endnote>
  <w:endnote w:type="continuationSeparator" w:id="0">
    <w:p w:rsidR="00EC4D58" w:rsidRDefault="00EC4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Numbers">
    <w:panose1 w:val="020B0603050302020204"/>
    <w:charset w:val="02"/>
    <w:family w:val="swiss"/>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7D2" w:rsidRDefault="004D47D2">
    <w:pPr>
      <w:pStyle w:val="Footer"/>
      <w:tabs>
        <w:tab w:val="center" w:pos="5387"/>
        <w:tab w:val="right" w:pos="10773"/>
      </w:tabs>
      <w:spacing w:before="0" w:after="0"/>
      <w:rPr>
        <w:color w:val="000000"/>
      </w:rPr>
    </w:pPr>
    <w:r>
      <w:rPr>
        <w:rFonts w:cs="Arial"/>
        <w:color w:val="000000"/>
      </w:rPr>
      <w:t>©</w:t>
    </w:r>
    <w:r w:rsidR="00DD00F4">
      <w:rPr>
        <w:color w:val="000000"/>
      </w:rPr>
      <w:t xml:space="preserve"> 201</w:t>
    </w:r>
    <w:r>
      <w:rPr>
        <w:color w:val="000000"/>
      </w:rPr>
      <w:t>3 Watsonia Publishing</w:t>
    </w:r>
    <w:r>
      <w:rPr>
        <w:color w:val="000000"/>
      </w:rPr>
      <w:tab/>
      <w:t xml:space="preserve">Page </w:t>
    </w:r>
    <w:r>
      <w:rPr>
        <w:color w:val="000000"/>
      </w:rPr>
      <w:fldChar w:fldCharType="begin"/>
    </w:r>
    <w:r>
      <w:rPr>
        <w:color w:val="000000"/>
      </w:rPr>
      <w:instrText xml:space="preserve"> PAGE  \* MERGEFORMAT </w:instrText>
    </w:r>
    <w:r>
      <w:rPr>
        <w:color w:val="000000"/>
      </w:rPr>
      <w:fldChar w:fldCharType="separate"/>
    </w:r>
    <w:r w:rsidR="00DD00F4">
      <w:rPr>
        <w:noProof/>
        <w:color w:val="000000"/>
      </w:rPr>
      <w:t>1</w:t>
    </w:r>
    <w:r>
      <w:rPr>
        <w:color w:val="000000"/>
      </w:rPr>
      <w:fldChar w:fldCharType="end"/>
    </w:r>
    <w:r>
      <w:rPr>
        <w:color w:val="000000"/>
      </w:rPr>
      <w:tab/>
    </w:r>
    <w:r>
      <w:rPr>
        <w:color w:val="000000"/>
      </w:rPr>
      <w:tab/>
    </w:r>
    <w:r>
      <w:rPr>
        <w:color w:val="000000"/>
      </w:rPr>
      <w:fldChar w:fldCharType="begin"/>
    </w:r>
    <w:r>
      <w:rPr>
        <w:color w:val="000000"/>
      </w:rPr>
      <w:instrText xml:space="preserve"> FILENAME  \* MERGEFORMAT </w:instrText>
    </w:r>
    <w:r>
      <w:rPr>
        <w:color w:val="000000"/>
      </w:rPr>
      <w:fldChar w:fldCharType="separate"/>
    </w:r>
    <w:r w:rsidR="00851EBB">
      <w:rPr>
        <w:noProof/>
        <w:color w:val="000000"/>
      </w:rPr>
      <w:t>T003_025 Correcting Lighting Problems.doc</w:t>
    </w:r>
    <w:r>
      <w:rPr>
        <w:color w:val="00000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4D58" w:rsidRDefault="00EC4D58">
      <w:r>
        <w:separator/>
      </w:r>
    </w:p>
  </w:footnote>
  <w:footnote w:type="continuationSeparator" w:id="0">
    <w:p w:rsidR="00EC4D58" w:rsidRDefault="00EC4D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7D2" w:rsidRDefault="00D822B4">
    <w:pPr>
      <w:pStyle w:val="Header"/>
    </w:pPr>
    <w:r>
      <w:t>Paint Shop Pro 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621A0DF4"/>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lowerRoman"/>
      <w:lvlText w:val="%3)"/>
      <w:lvlJc w:val="left"/>
      <w:pPr>
        <w:tabs>
          <w:tab w:val="num" w:pos="1077"/>
        </w:tabs>
        <w:ind w:left="1077" w:hanging="357"/>
      </w:pPr>
    </w:lvl>
    <w:lvl w:ilvl="3">
      <w:start w:val="1"/>
      <w:numFmt w:val="decimal"/>
      <w:lvlText w:val="(%4)"/>
      <w:lvlJc w:val="left"/>
      <w:pPr>
        <w:tabs>
          <w:tab w:val="num" w:pos="1440"/>
        </w:tabs>
        <w:ind w:left="1440" w:hanging="363"/>
      </w:pPr>
    </w:lvl>
    <w:lvl w:ilvl="4">
      <w:start w:val="1"/>
      <w:numFmt w:val="lowerLetter"/>
      <w:lvlText w:val="(%5)"/>
      <w:lvlJc w:val="left"/>
      <w:pPr>
        <w:tabs>
          <w:tab w:val="num" w:pos="1797"/>
        </w:tabs>
        <w:ind w:left="1797" w:hanging="357"/>
      </w:pPr>
    </w:lvl>
    <w:lvl w:ilvl="5">
      <w:start w:val="1"/>
      <w:numFmt w:val="lowerRoman"/>
      <w:lvlText w:val="(%6)"/>
      <w:lvlJc w:val="left"/>
      <w:pPr>
        <w:tabs>
          <w:tab w:val="num" w:pos="2160"/>
        </w:tabs>
        <w:ind w:left="2160" w:hanging="363"/>
      </w:pPr>
    </w:lvl>
    <w:lvl w:ilvl="6">
      <w:start w:val="1"/>
      <w:numFmt w:val="decimal"/>
      <w:lvlText w:val="%7."/>
      <w:lvlJc w:val="left"/>
      <w:pPr>
        <w:tabs>
          <w:tab w:val="num" w:pos="2517"/>
        </w:tabs>
        <w:ind w:left="2517" w:hanging="357"/>
      </w:pPr>
    </w:lvl>
    <w:lvl w:ilvl="7">
      <w:start w:val="1"/>
      <w:numFmt w:val="lowerLetter"/>
      <w:lvlText w:val="%8."/>
      <w:lvlJc w:val="left"/>
      <w:pPr>
        <w:tabs>
          <w:tab w:val="num" w:pos="2880"/>
        </w:tabs>
        <w:ind w:left="2880" w:hanging="363"/>
      </w:pPr>
    </w:lvl>
    <w:lvl w:ilvl="8">
      <w:start w:val="1"/>
      <w:numFmt w:val="lowerRoman"/>
      <w:lvlText w:val="%9."/>
      <w:lvlJc w:val="left"/>
      <w:pPr>
        <w:tabs>
          <w:tab w:val="num" w:pos="3237"/>
        </w:tabs>
        <w:ind w:left="3237" w:hanging="357"/>
      </w:pPr>
    </w:lvl>
  </w:abstractNum>
  <w:abstractNum w:abstractNumId="1">
    <w:nsid w:val="030213DA"/>
    <w:multiLevelType w:val="hybridMultilevel"/>
    <w:tmpl w:val="75026996"/>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0816AA7"/>
    <w:multiLevelType w:val="singleLevel"/>
    <w:tmpl w:val="6F5C8334"/>
    <w:lvl w:ilvl="0">
      <w:start w:val="1"/>
      <w:numFmt w:val="bullet"/>
      <w:lvlText w:val=""/>
      <w:lvlJc w:val="left"/>
      <w:pPr>
        <w:tabs>
          <w:tab w:val="num" w:pos="360"/>
        </w:tabs>
        <w:ind w:left="360" w:hanging="360"/>
      </w:pPr>
      <w:rPr>
        <w:rFonts w:ascii="Symbol" w:hAnsi="Symbol" w:hint="default"/>
      </w:rPr>
    </w:lvl>
  </w:abstractNum>
  <w:abstractNum w:abstractNumId="3">
    <w:nsid w:val="2D514615"/>
    <w:multiLevelType w:val="hybridMultilevel"/>
    <w:tmpl w:val="75026996"/>
    <w:lvl w:ilvl="0" w:tplc="04090001">
      <w:start w:val="1"/>
      <w:numFmt w:val="bullet"/>
      <w:pStyle w:val="Ref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0"/>
  </w:num>
  <w:num w:numId="4">
    <w:abstractNumId w:val="3"/>
  </w:num>
  <w:num w:numId="5">
    <w:abstractNumId w:val="3"/>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AU" w:vendorID="8"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o:colormru v:ext="edit" colors="#eaeaea,#ddd,#ffc,#3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E0D"/>
    <w:rsid w:val="00030CF9"/>
    <w:rsid w:val="000435B5"/>
    <w:rsid w:val="00052599"/>
    <w:rsid w:val="00065142"/>
    <w:rsid w:val="00070075"/>
    <w:rsid w:val="00073CDA"/>
    <w:rsid w:val="00082BAF"/>
    <w:rsid w:val="0009096B"/>
    <w:rsid w:val="000B25F1"/>
    <w:rsid w:val="000E0733"/>
    <w:rsid w:val="000E6275"/>
    <w:rsid w:val="000F4AC1"/>
    <w:rsid w:val="0013664E"/>
    <w:rsid w:val="00137959"/>
    <w:rsid w:val="00145348"/>
    <w:rsid w:val="00186524"/>
    <w:rsid w:val="001B517C"/>
    <w:rsid w:val="001C3DD9"/>
    <w:rsid w:val="001C43B1"/>
    <w:rsid w:val="001E1837"/>
    <w:rsid w:val="001E58A3"/>
    <w:rsid w:val="00200C5F"/>
    <w:rsid w:val="002117C0"/>
    <w:rsid w:val="00213E11"/>
    <w:rsid w:val="00221F7C"/>
    <w:rsid w:val="002505F3"/>
    <w:rsid w:val="00251169"/>
    <w:rsid w:val="002645DE"/>
    <w:rsid w:val="002778CC"/>
    <w:rsid w:val="00292E8A"/>
    <w:rsid w:val="0029338C"/>
    <w:rsid w:val="002C0ED8"/>
    <w:rsid w:val="00300D7E"/>
    <w:rsid w:val="003165F9"/>
    <w:rsid w:val="00333986"/>
    <w:rsid w:val="003442B1"/>
    <w:rsid w:val="00364A6A"/>
    <w:rsid w:val="003C48B8"/>
    <w:rsid w:val="003D76C6"/>
    <w:rsid w:val="0040786A"/>
    <w:rsid w:val="00432BD2"/>
    <w:rsid w:val="004405CE"/>
    <w:rsid w:val="004806AB"/>
    <w:rsid w:val="00496AB5"/>
    <w:rsid w:val="004A0405"/>
    <w:rsid w:val="004A6903"/>
    <w:rsid w:val="004B1E57"/>
    <w:rsid w:val="004B48CB"/>
    <w:rsid w:val="004B65E9"/>
    <w:rsid w:val="004D47D2"/>
    <w:rsid w:val="004E5286"/>
    <w:rsid w:val="00500973"/>
    <w:rsid w:val="0050702E"/>
    <w:rsid w:val="0052217C"/>
    <w:rsid w:val="005223F5"/>
    <w:rsid w:val="00535E0D"/>
    <w:rsid w:val="0055182E"/>
    <w:rsid w:val="005641D3"/>
    <w:rsid w:val="0057305D"/>
    <w:rsid w:val="00594E4C"/>
    <w:rsid w:val="005A0820"/>
    <w:rsid w:val="005D1259"/>
    <w:rsid w:val="005D55EA"/>
    <w:rsid w:val="005D64AE"/>
    <w:rsid w:val="0064186E"/>
    <w:rsid w:val="0065279D"/>
    <w:rsid w:val="006546CF"/>
    <w:rsid w:val="00665267"/>
    <w:rsid w:val="00681B4B"/>
    <w:rsid w:val="006A2869"/>
    <w:rsid w:val="006B2DD7"/>
    <w:rsid w:val="006D5B7C"/>
    <w:rsid w:val="006F6349"/>
    <w:rsid w:val="00722EB7"/>
    <w:rsid w:val="00733742"/>
    <w:rsid w:val="00735E2A"/>
    <w:rsid w:val="007653B8"/>
    <w:rsid w:val="007725FA"/>
    <w:rsid w:val="00790234"/>
    <w:rsid w:val="007B7310"/>
    <w:rsid w:val="00841189"/>
    <w:rsid w:val="00851EBB"/>
    <w:rsid w:val="00860F85"/>
    <w:rsid w:val="00864EC8"/>
    <w:rsid w:val="008C0BF8"/>
    <w:rsid w:val="008C3213"/>
    <w:rsid w:val="008E67A8"/>
    <w:rsid w:val="00900CC6"/>
    <w:rsid w:val="00900FBD"/>
    <w:rsid w:val="00901532"/>
    <w:rsid w:val="0090158E"/>
    <w:rsid w:val="009347D3"/>
    <w:rsid w:val="00937E4D"/>
    <w:rsid w:val="009410A7"/>
    <w:rsid w:val="009478F9"/>
    <w:rsid w:val="00972628"/>
    <w:rsid w:val="009841CD"/>
    <w:rsid w:val="009928AD"/>
    <w:rsid w:val="009B516D"/>
    <w:rsid w:val="009C2027"/>
    <w:rsid w:val="009C413D"/>
    <w:rsid w:val="00A06FD6"/>
    <w:rsid w:val="00A20442"/>
    <w:rsid w:val="00A20C3B"/>
    <w:rsid w:val="00A37714"/>
    <w:rsid w:val="00A41353"/>
    <w:rsid w:val="00A5788A"/>
    <w:rsid w:val="00A744F5"/>
    <w:rsid w:val="00A94968"/>
    <w:rsid w:val="00AB5F3F"/>
    <w:rsid w:val="00B043F0"/>
    <w:rsid w:val="00B70BD4"/>
    <w:rsid w:val="00BA16D8"/>
    <w:rsid w:val="00BA3FFE"/>
    <w:rsid w:val="00BE230D"/>
    <w:rsid w:val="00BE3B3D"/>
    <w:rsid w:val="00BF4F28"/>
    <w:rsid w:val="00C0183E"/>
    <w:rsid w:val="00C04913"/>
    <w:rsid w:val="00C4642D"/>
    <w:rsid w:val="00C726EA"/>
    <w:rsid w:val="00C828D9"/>
    <w:rsid w:val="00CC33B2"/>
    <w:rsid w:val="00CD525B"/>
    <w:rsid w:val="00CD7616"/>
    <w:rsid w:val="00D061F6"/>
    <w:rsid w:val="00D07E7F"/>
    <w:rsid w:val="00D13821"/>
    <w:rsid w:val="00D27C98"/>
    <w:rsid w:val="00D4301C"/>
    <w:rsid w:val="00D477AD"/>
    <w:rsid w:val="00D62F5C"/>
    <w:rsid w:val="00D76704"/>
    <w:rsid w:val="00D80FAC"/>
    <w:rsid w:val="00D822B4"/>
    <w:rsid w:val="00DD00F4"/>
    <w:rsid w:val="00DF4E09"/>
    <w:rsid w:val="00E1389E"/>
    <w:rsid w:val="00E57A42"/>
    <w:rsid w:val="00E8339A"/>
    <w:rsid w:val="00EB193A"/>
    <w:rsid w:val="00EC4D58"/>
    <w:rsid w:val="00F009EF"/>
    <w:rsid w:val="00F1771B"/>
    <w:rsid w:val="00F17B44"/>
    <w:rsid w:val="00F51AD7"/>
    <w:rsid w:val="00F55FBA"/>
    <w:rsid w:val="00F575FF"/>
    <w:rsid w:val="00FB55C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aeaea,#ddd,#ffc,#396"/>
    </o:shapedefaults>
    <o:shapelayout v:ext="edit">
      <o:idmap v:ext="edit" data="1"/>
    </o:shapelayout>
  </w:shapeDefaults>
  <w:decimalSymbol w:val="."/>
  <w:listSeparator w:val=","/>
  <w15:docId w15:val="{17796A03-ECD0-45D8-A1A6-5DA63FA1D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pPr>
    <w:rPr>
      <w:rFonts w:ascii="Arial" w:hAnsi="Arial"/>
      <w:lang w:eastAsia="en-US"/>
    </w:rPr>
  </w:style>
  <w:style w:type="paragraph" w:styleId="Heading1">
    <w:name w:val="heading 1"/>
    <w:basedOn w:val="Normal"/>
    <w:next w:val="Normal"/>
    <w:qFormat/>
    <w:pPr>
      <w:keepNext/>
      <w:pageBreakBefore/>
      <w:spacing w:before="0" w:after="120"/>
      <w:outlineLvl w:val="0"/>
    </w:pPr>
    <w:rPr>
      <w:b/>
      <w:smallCaps/>
      <w:color w:val="0000FF"/>
      <w:kern w:val="28"/>
      <w:sz w:val="40"/>
    </w:rPr>
  </w:style>
  <w:style w:type="paragraph" w:styleId="Heading2">
    <w:name w:val="heading 2"/>
    <w:basedOn w:val="Normal"/>
    <w:next w:val="Normal"/>
    <w:qFormat/>
    <w:pPr>
      <w:keepNext/>
      <w:spacing w:before="120" w:after="120"/>
      <w:outlineLvl w:val="1"/>
    </w:pPr>
    <w:rPr>
      <w:b/>
    </w:rPr>
  </w:style>
  <w:style w:type="paragraph" w:styleId="Heading3">
    <w:name w:val="heading 3"/>
    <w:basedOn w:val="Normal"/>
    <w:next w:val="Normal"/>
    <w:qFormat/>
    <w:pPr>
      <w:keepNext/>
      <w:spacing w:before="240"/>
      <w:outlineLvl w:val="2"/>
    </w:pPr>
    <w:rPr>
      <w:b/>
      <w:sz w:val="24"/>
    </w:rPr>
  </w:style>
  <w:style w:type="paragraph" w:styleId="Heading4">
    <w:name w:val="heading 4"/>
    <w:basedOn w:val="Normal"/>
    <w:next w:val="Normal"/>
    <w:qFormat/>
    <w:pPr>
      <w:keepNext/>
      <w:spacing w:before="240"/>
      <w:outlineLvl w:val="3"/>
    </w:pPr>
    <w:rPr>
      <w:b/>
      <w:i/>
      <w:sz w:val="24"/>
    </w:rPr>
  </w:style>
  <w:style w:type="paragraph" w:styleId="Heading5">
    <w:name w:val="heading 5"/>
    <w:basedOn w:val="Normal"/>
    <w:next w:val="Normal"/>
    <w:qFormat/>
    <w:pPr>
      <w:spacing w:before="240"/>
      <w:outlineLvl w:val="4"/>
    </w:pPr>
    <w:rPr>
      <w:sz w:val="22"/>
    </w:rPr>
  </w:style>
  <w:style w:type="paragraph" w:styleId="Heading6">
    <w:name w:val="heading 6"/>
    <w:basedOn w:val="Normal"/>
    <w:next w:val="Normal"/>
    <w:qFormat/>
    <w:pPr>
      <w:spacing w:before="240"/>
      <w:outlineLvl w:val="5"/>
    </w:pPr>
    <w:rPr>
      <w:i/>
      <w:sz w:val="22"/>
    </w:rPr>
  </w:style>
  <w:style w:type="paragraph" w:styleId="Heading7">
    <w:name w:val="heading 7"/>
    <w:basedOn w:val="Normal"/>
    <w:next w:val="Normal"/>
    <w:qFormat/>
    <w:pPr>
      <w:spacing w:before="240"/>
      <w:outlineLvl w:val="6"/>
    </w:pPr>
  </w:style>
  <w:style w:type="paragraph" w:styleId="Heading8">
    <w:name w:val="heading 8"/>
    <w:basedOn w:val="Normal"/>
    <w:next w:val="Normal"/>
    <w:qFormat/>
    <w:pPr>
      <w:spacing w:before="240"/>
      <w:outlineLvl w:val="7"/>
    </w:pPr>
    <w:rPr>
      <w:i/>
    </w:rPr>
  </w:style>
  <w:style w:type="paragraph" w:styleId="Heading9">
    <w:name w:val="heading 9"/>
    <w:basedOn w:val="Normal"/>
    <w:next w:val="Normal"/>
    <w:qFormat/>
    <w:pPr>
      <w:spacing w:before="24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spacing w:after="0"/>
      <w:jc w:val="right"/>
    </w:pPr>
    <w:rPr>
      <w:i/>
      <w:sz w:val="18"/>
    </w:rPr>
  </w:style>
  <w:style w:type="paragraph" w:styleId="Footer">
    <w:name w:val="footer"/>
    <w:basedOn w:val="Normal"/>
    <w:pPr>
      <w:pBdr>
        <w:top w:val="single" w:sz="4" w:space="10" w:color="FF0000"/>
      </w:pBdr>
      <w:tabs>
        <w:tab w:val="center" w:pos="4820"/>
        <w:tab w:val="right" w:pos="9498"/>
      </w:tabs>
    </w:pPr>
    <w:rPr>
      <w:i/>
      <w:sz w:val="18"/>
    </w:rPr>
  </w:style>
  <w:style w:type="paragraph" w:customStyle="1" w:styleId="RefBullet">
    <w:name w:val="Ref Bullet"/>
    <w:basedOn w:val="Normal"/>
    <w:pPr>
      <w:numPr>
        <w:numId w:val="6"/>
      </w:numPr>
      <w:spacing w:after="0"/>
    </w:pPr>
    <w:rPr>
      <w:color w:val="000000"/>
    </w:rPr>
  </w:style>
  <w:style w:type="paragraph" w:customStyle="1" w:styleId="tip">
    <w:name w:val="tip"/>
    <w:basedOn w:val="Normal"/>
    <w:pPr>
      <w:ind w:left="426" w:hanging="426"/>
    </w:pPr>
    <w:rPr>
      <w:i/>
    </w:rPr>
  </w:style>
  <w:style w:type="character" w:customStyle="1" w:styleId="keyword">
    <w:name w:val="keyword"/>
    <w:basedOn w:val="DefaultParagraphFont"/>
    <w:rPr>
      <w:rFonts w:ascii="Arial" w:hAnsi="Arial"/>
      <w:b/>
      <w:i/>
      <w:sz w:val="20"/>
    </w:rPr>
  </w:style>
  <w:style w:type="character" w:customStyle="1" w:styleId="Command">
    <w:name w:val="Command"/>
    <w:basedOn w:val="DefaultParagraphFont"/>
    <w:rPr>
      <w:rFonts w:ascii="Arial" w:hAnsi="Arial"/>
      <w:b/>
      <w:sz w:val="20"/>
    </w:rPr>
  </w:style>
  <w:style w:type="character" w:customStyle="1" w:styleId="Typing">
    <w:name w:val="Typing"/>
    <w:basedOn w:val="DefaultParagraphFont"/>
    <w:rPr>
      <w:rFonts w:ascii="Arial" w:hAnsi="Arial"/>
      <w:b/>
      <w:sz w:val="20"/>
    </w:rPr>
  </w:style>
  <w:style w:type="paragraph" w:customStyle="1" w:styleId="tty1">
    <w:name w:val="tty_1"/>
    <w:basedOn w:val="Normal"/>
    <w:rsid w:val="006F6349"/>
    <w:rPr>
      <w:i/>
    </w:rPr>
  </w:style>
  <w:style w:type="paragraph" w:customStyle="1" w:styleId="TextIntro">
    <w:name w:val="Text_Intro"/>
    <w:basedOn w:val="Normal"/>
    <w:rsid w:val="0040786A"/>
    <w:pPr>
      <w:spacing w:before="0" w:after="0"/>
    </w:pPr>
  </w:style>
  <w:style w:type="paragraph" w:customStyle="1" w:styleId="TextPreamble">
    <w:name w:val="Text_Preamble"/>
    <w:basedOn w:val="tty1"/>
    <w:rsid w:val="0040786A"/>
  </w:style>
  <w:style w:type="paragraph" w:customStyle="1" w:styleId="TextPreambleLabel">
    <w:name w:val="Text_PreambleLabel"/>
    <w:basedOn w:val="Normal"/>
    <w:rsid w:val="0040786A"/>
    <w:pPr>
      <w:ind w:left="113" w:right="113"/>
      <w:jc w:val="center"/>
    </w:pPr>
    <w:rPr>
      <w:b/>
      <w:i/>
      <w:color w:val="993300"/>
      <w:position w:val="-6"/>
      <w:sz w:val="18"/>
      <w:szCs w:val="18"/>
    </w:rPr>
  </w:style>
  <w:style w:type="paragraph" w:customStyle="1" w:styleId="TextReference">
    <w:name w:val="Text_Reference"/>
    <w:basedOn w:val="Normal"/>
    <w:rsid w:val="0040786A"/>
    <w:rPr>
      <w:b/>
      <w:color w:val="000000"/>
      <w:sz w:val="22"/>
    </w:rPr>
  </w:style>
  <w:style w:type="paragraph" w:customStyle="1" w:styleId="TextTip">
    <w:name w:val="Text_Tip"/>
    <w:basedOn w:val="Normal"/>
    <w:rsid w:val="0040786A"/>
    <w:rPr>
      <w:b/>
      <w:color w:val="000000"/>
      <w:sz w:val="22"/>
    </w:rPr>
  </w:style>
  <w:style w:type="paragraph" w:styleId="BalloonText">
    <w:name w:val="Balloon Text"/>
    <w:basedOn w:val="Normal"/>
    <w:semiHidden/>
    <w:rsid w:val="009B51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nFocus\_AuthoringTemplates\IF_Task%20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IF_Task Sheet.dot</Template>
  <TotalTime>1</TotalTime>
  <Pages>1</Pages>
  <Words>10</Words>
  <Characters>52</Characters>
  <Application>Microsoft Office Word</Application>
  <DocSecurity>0</DocSecurity>
  <Lines>52</Lines>
  <Paragraphs>2</Paragraphs>
  <ScaleCrop>false</ScaleCrop>
  <HeadingPairs>
    <vt:vector size="2" baseType="variant">
      <vt:variant>
        <vt:lpstr>Title</vt:lpstr>
      </vt:variant>
      <vt:variant>
        <vt:i4>1</vt:i4>
      </vt:variant>
    </vt:vector>
  </HeadingPairs>
  <TitlesOfParts>
    <vt:vector size="1" baseType="lpstr">
      <vt:lpstr>Correcting Lighting Problems</vt:lpstr>
    </vt:vector>
  </TitlesOfParts>
  <Manager>Production Leader</Manager>
  <Company>Watsonia Publishing</Company>
  <LinksUpToDate>false</LinksUpToDate>
  <CharactersWithSpaces>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Correcting Lighting Problems</dc:title>
  <dc:subject>T003_025</dc:subject>
  <dc:creator>© 2005, Watsonia Publishing</dc:creator>
  <cp:lastModifiedBy>Karen Brouwer</cp:lastModifiedBy>
  <cp:revision>5</cp:revision>
  <cp:lastPrinted>2005-09-20T03:35:00Z</cp:lastPrinted>
  <dcterms:created xsi:type="dcterms:W3CDTF">2012-05-17T00:24:00Z</dcterms:created>
  <dcterms:modified xsi:type="dcterms:W3CDTF">2013-09-03T02:45:00Z</dcterms:modified>
  <cp:category>Task Sheet Version 1.6</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VerNo">
    <vt:lpwstr>InFocus Properties (Version 1.6)</vt:lpwstr>
  </property>
  <property fmtid="{D5CDD505-2E9C-101B-9397-08002B2CF9AE}" pid="3" name="infVDate">
    <vt:lpwstr>31 August 2005</vt:lpwstr>
  </property>
  <property fmtid="{D5CDD505-2E9C-101B-9397-08002B2CF9AE}" pid="4" name="infTitle">
    <vt:lpwstr>Correcting Lighting Problems</vt:lpwstr>
  </property>
  <property fmtid="{D5CDD505-2E9C-101B-9397-08002B2CF9AE}" pid="5" name="infCode">
    <vt:lpwstr>T003_025</vt:lpwstr>
  </property>
  <property fmtid="{D5CDD505-2E9C-101B-9397-08002B2CF9AE}" pid="6" name="infOutco">
    <vt:lpwstr>learn how to correct lighting problems</vt:lpwstr>
  </property>
  <property fmtid="{D5CDD505-2E9C-101B-9397-08002B2CF9AE}" pid="7" name="infIndex01">
    <vt:lpwstr>backlighting filter</vt:lpwstr>
  </property>
  <property fmtid="{D5CDD505-2E9C-101B-9397-08002B2CF9AE}" pid="8" name="infIndex02">
    <vt:lpwstr>fill flash filter</vt:lpwstr>
  </property>
  <property fmtid="{D5CDD505-2E9C-101B-9397-08002B2CF9AE}" pid="9" name="infIndex03">
    <vt:lpwstr>dark photos, brightening</vt:lpwstr>
  </property>
  <property fmtid="{D5CDD505-2E9C-101B-9397-08002B2CF9AE}" pid="10" name="infSFile01">
    <vt:lpwstr>T003 Enhance_4.JPG[P]</vt:lpwstr>
  </property>
  <property fmtid="{D5CDD505-2E9C-101B-9397-08002B2CF9AE}" pid="11" name="infPFile">
    <vt:lpwstr/>
  </property>
  <property fmtid="{D5CDD505-2E9C-101B-9397-08002B2CF9AE}" pid="12" name="infPreL1">
    <vt:lpwstr>Same File</vt:lpwstr>
  </property>
  <property fmtid="{D5CDD505-2E9C-101B-9397-08002B2CF9AE}" pid="13" name="infPreL2">
    <vt:lpwstr>Open File</vt:lpwstr>
  </property>
  <property fmtid="{D5CDD505-2E9C-101B-9397-08002B2CF9AE}" pid="14" name="infPreT1">
    <vt:lpwstr>Continue using the previous file with this exercise, or open the file T003 Enhance_4.JPG...</vt:lpwstr>
  </property>
  <property fmtid="{D5CDD505-2E9C-101B-9397-08002B2CF9AE}" pid="15" name="infPreT2">
    <vt:lpwstr>Before starting this exercise you MUST open the file T003 Enhance_4.JPG...</vt:lpwstr>
  </property>
  <property fmtid="{D5CDD505-2E9C-101B-9397-08002B2CF9AE}" pid="16" name="infPreNo">
    <vt:lpwstr>True</vt:lpwstr>
  </property>
  <property fmtid="{D5CDD505-2E9C-101B-9397-08002B2CF9AE}" pid="17" name="infUpPre">
    <vt:lpwstr>False</vt:lpwstr>
  </property>
  <property fmtid="{D5CDD505-2E9C-101B-9397-08002B2CF9AE}" pid="18" name="infProof">
    <vt:lpwstr>True</vt:lpwstr>
  </property>
</Properties>
</file>